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F10" w:rsidRDefault="00935F10" w:rsidP="00935F10">
      <w:p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Раздел VI. Перечень рекомендуемых мероприятий по улучшению условий труда</w:t>
      </w:r>
    </w:p>
    <w:p w:rsidR="001F5BC8" w:rsidRDefault="001F5BC8" w:rsidP="00935F10">
      <w:pPr>
        <w:jc w:val="center"/>
        <w:rPr>
          <w:b/>
          <w:bCs/>
          <w:color w:val="000000"/>
          <w:szCs w:val="24"/>
        </w:rPr>
      </w:pPr>
    </w:p>
    <w:p w:rsidR="001F5BC8" w:rsidRDefault="001F5BC8" w:rsidP="001F5BC8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362FEE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362FEE">
        <w:rPr>
          <w:rStyle w:val="a9"/>
        </w:rPr>
        <w:t xml:space="preserve"> Акционерное общество "Новосибирское </w:t>
      </w:r>
      <w:proofErr w:type="spellStart"/>
      <w:r w:rsidRPr="00362FEE">
        <w:rPr>
          <w:rStyle w:val="a9"/>
        </w:rPr>
        <w:t>карьероуправление</w:t>
      </w:r>
      <w:proofErr w:type="spellEnd"/>
      <w:r w:rsidRPr="00362FEE">
        <w:rPr>
          <w:rStyle w:val="a9"/>
        </w:rPr>
        <w:t xml:space="preserve">". </w:t>
      </w:r>
      <w:r>
        <w:rPr>
          <w:rStyle w:val="a9"/>
        </w:rPr>
        <w:t>Управление</w:t>
      </w:r>
      <w:r w:rsidRPr="00362FEE">
        <w:rPr>
          <w:rStyle w:val="a9"/>
        </w:rPr>
        <w:t xml:space="preserve">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935F10" w:rsidRDefault="00935F10"/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5"/>
        <w:gridCol w:w="4500"/>
        <w:gridCol w:w="1605"/>
        <w:gridCol w:w="2745"/>
        <w:gridCol w:w="3450"/>
        <w:gridCol w:w="1205"/>
      </w:tblGrid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20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структурного подразделения, рабочего места</w:t>
            </w:r>
          </w:p>
        </w:tc>
        <w:tc>
          <w:tcPr>
            <w:tcW w:w="4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Наименование мероприятия </w:t>
            </w:r>
          </w:p>
        </w:tc>
        <w:tc>
          <w:tcPr>
            <w:tcW w:w="16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Цель   </w:t>
            </w:r>
            <w:r>
              <w:rPr>
                <w:color w:val="000000"/>
                <w:sz w:val="20"/>
              </w:rPr>
              <w:br/>
              <w:t>мероприятия</w:t>
            </w: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Срок выполнения</w:t>
            </w:r>
          </w:p>
        </w:tc>
        <w:tc>
          <w:tcPr>
            <w:tcW w:w="3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Структурные подразделения, привлек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емые для выполнения мероприятия</w:t>
            </w:r>
          </w:p>
        </w:tc>
        <w:tc>
          <w:tcPr>
            <w:tcW w:w="12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Отметка о выполнении</w:t>
            </w: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79,Водитель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(2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80,Водитель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81,Водитель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82,Водитель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83,Водитель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lastRenderedPageBreak/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Транспортный отдел,</w:t>
            </w:r>
            <w:r>
              <w:rPr>
                <w:color w:val="000000"/>
                <w:sz w:val="20"/>
              </w:rPr>
              <w:br/>
              <w:t>84,Водитель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85,Водитель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87,Водитель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88,Водитель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1F5BC8" w:rsidTr="001F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Транспортный отдел,</w:t>
            </w:r>
            <w:r>
              <w:rPr>
                <w:color w:val="000000"/>
                <w:sz w:val="20"/>
              </w:rPr>
              <w:br/>
              <w:t>89,Водитель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регламентированные перерывы с провед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нием комплекса упражнений, способствующих сн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F5BC8" w:rsidRDefault="001F5BC8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935F10" w:rsidRDefault="00935F10"/>
    <w:p w:rsidR="00935F10" w:rsidRDefault="00935F10"/>
    <w:tbl>
      <w:tblPr>
        <w:tblW w:w="1659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112"/>
        <w:gridCol w:w="947"/>
        <w:gridCol w:w="3553"/>
        <w:gridCol w:w="947"/>
        <w:gridCol w:w="81"/>
        <w:gridCol w:w="1646"/>
        <w:gridCol w:w="1099"/>
        <w:gridCol w:w="1301"/>
        <w:gridCol w:w="2149"/>
        <w:gridCol w:w="701"/>
        <w:gridCol w:w="390"/>
        <w:gridCol w:w="20"/>
        <w:gridCol w:w="94"/>
        <w:gridCol w:w="701"/>
        <w:gridCol w:w="390"/>
        <w:gridCol w:w="20"/>
      </w:tblGrid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  <w:cantSplit/>
          <w:trHeight w:hRule="exact" w:val="1020"/>
        </w:trPr>
        <w:tc>
          <w:tcPr>
            <w:tcW w:w="34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Наименование структурного подразд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ления, рабочего м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ста</w:t>
            </w:r>
          </w:p>
        </w:tc>
        <w:tc>
          <w:tcPr>
            <w:tcW w:w="45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 xml:space="preserve">Наименование мероприятия </w:t>
            </w:r>
          </w:p>
        </w:tc>
        <w:tc>
          <w:tcPr>
            <w:tcW w:w="17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 xml:space="preserve">Цель   </w:t>
            </w:r>
            <w:r w:rsidRPr="00A9269F">
              <w:rPr>
                <w:color w:val="000000"/>
                <w:sz w:val="20"/>
              </w:rPr>
              <w:br/>
              <w:t>мероприятия</w:t>
            </w:r>
          </w:p>
        </w:tc>
        <w:tc>
          <w:tcPr>
            <w:tcW w:w="24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Срок выполнения</w:t>
            </w:r>
          </w:p>
        </w:tc>
        <w:tc>
          <w:tcPr>
            <w:tcW w:w="28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Структурные подразделения, привлек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емые для выполнения мероприятия</w:t>
            </w:r>
          </w:p>
        </w:tc>
        <w:tc>
          <w:tcPr>
            <w:tcW w:w="120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Отметка о выполн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нии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  <w:trHeight w:hRule="exact" w:val="360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2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3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4</w:t>
            </w: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5</w:t>
            </w: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6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  <w:trHeight w:hRule="exact" w:val="360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269F">
              <w:rPr>
                <w:b/>
                <w:sz w:val="20"/>
              </w:rPr>
              <w:t>КАМЕННЫЙ КАРЬЕР, Горный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12,Машинист экскаватора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13,Машинист экскаватора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КАМЕННЫЙ КАРЬЕР, Погрузо-разгрузочный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14,Машинист те</w:t>
            </w:r>
            <w:r w:rsidRPr="00A9269F">
              <w:rPr>
                <w:color w:val="000000"/>
                <w:sz w:val="20"/>
              </w:rPr>
              <w:t>п</w:t>
            </w:r>
            <w:r w:rsidRPr="00A9269F">
              <w:rPr>
                <w:color w:val="000000"/>
                <w:sz w:val="20"/>
              </w:rPr>
              <w:t>ловоза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неблагоприятного воздействия напряженности трудового процесса соблюдать р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гламентированные перерывы в течение рабочего дня, соблюдать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неблаг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приятных возде</w:t>
            </w:r>
            <w:r w:rsidRPr="00A9269F">
              <w:rPr>
                <w:color w:val="000000"/>
                <w:sz w:val="20"/>
              </w:rPr>
              <w:t>й</w:t>
            </w:r>
            <w:r w:rsidRPr="00A9269F">
              <w:rPr>
                <w:color w:val="000000"/>
                <w:sz w:val="20"/>
              </w:rPr>
              <w:t>ствий напряженн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15,Составитель поездов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17,Водитель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18,Водитель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19,Водитель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lastRenderedPageBreak/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20,Водитель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21,Водитель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22,Водитель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23,Водитель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 xml:space="preserve">чая поза), с целью восстановления нормального </w:t>
            </w:r>
            <w:r w:rsidRPr="00A9269F">
              <w:rPr>
                <w:color w:val="000000"/>
                <w:sz w:val="20"/>
              </w:rPr>
              <w:lastRenderedPageBreak/>
              <w:t>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lastRenderedPageBreak/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24,Водитель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КАМЕННЫЙ КАРЬЕР, РМУ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25,Вулканизаторщик (5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КАМЕННЫЙ КАРЬЕР, Участок классификации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26,Мастер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27,Грохотовщик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 xml:space="preserve">Использовать средства индивидуальной защиты </w:t>
            </w:r>
            <w:r w:rsidRPr="00A9269F">
              <w:rPr>
                <w:color w:val="000000"/>
                <w:sz w:val="20"/>
              </w:rPr>
              <w:lastRenderedPageBreak/>
              <w:t>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lastRenderedPageBreak/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lastRenderedPageBreak/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28,Машинист конвейера (2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КАМЕННЫЙ КАРЬЕР, Автотракторный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29,Машинист автовышки и автогидр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подъемника (5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31,Водитель автомобиля (2 катег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рии 1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32,Водитель автомобиля (2 катег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рии 1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ИСКИТИМСКИЙ КАРЬЕР, Горный цех (карьер по добыче известняка)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52,Начальник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53,Механик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 xml:space="preserve">зовать средства индивидуальной защиты органов </w:t>
            </w:r>
            <w:r w:rsidRPr="00A9269F">
              <w:rPr>
                <w:color w:val="000000"/>
                <w:sz w:val="20"/>
              </w:rPr>
              <w:lastRenderedPageBreak/>
              <w:t>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54,Мастер го</w:t>
            </w:r>
            <w:r w:rsidRPr="00A9269F">
              <w:rPr>
                <w:color w:val="000000"/>
                <w:sz w:val="20"/>
              </w:rPr>
              <w:t>р</w:t>
            </w:r>
            <w:r w:rsidRPr="00A9269F">
              <w:rPr>
                <w:color w:val="000000"/>
                <w:sz w:val="20"/>
              </w:rPr>
              <w:t>ный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55,Машинист бульдозера (7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56,Машинист насосных установок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57,Машинист насосных установок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 xml:space="preserve">зовать средства </w:t>
            </w:r>
            <w:proofErr w:type="spellStart"/>
            <w:r w:rsidRPr="00A9269F">
              <w:rPr>
                <w:color w:val="000000"/>
                <w:sz w:val="20"/>
              </w:rPr>
              <w:t>индиидуальной</w:t>
            </w:r>
            <w:proofErr w:type="spellEnd"/>
            <w:r w:rsidRPr="00A9269F">
              <w:rPr>
                <w:color w:val="000000"/>
                <w:sz w:val="20"/>
              </w:rPr>
              <w:t xml:space="preserve"> з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ИСКИТИМСКИЙ КАРЬЕР, Автотранспортный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62,Старший мех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ник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67,Водитель автомобиля (7 катег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 xml:space="preserve">Использовать средства индивидуальной защиты </w:t>
            </w:r>
            <w:r w:rsidRPr="00A9269F">
              <w:rPr>
                <w:color w:val="000000"/>
                <w:sz w:val="20"/>
              </w:rPr>
              <w:lastRenderedPageBreak/>
              <w:t>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lastRenderedPageBreak/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lastRenderedPageBreak/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68,Водитель автомобиля (7 катег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69,Водитель авт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мобиля (7 категории 2 группы (без льготы))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70,Водитель авт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мобиля (7 категории 2 группы (без льготы))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71,Водитель авт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мобиля (7 категории 2 группы (без льготы))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 xml:space="preserve">Установить причины превышения норм локальной </w:t>
            </w:r>
            <w:r w:rsidRPr="00A9269F">
              <w:rPr>
                <w:color w:val="000000"/>
                <w:sz w:val="20"/>
              </w:rPr>
              <w:lastRenderedPageBreak/>
              <w:t>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 xml:space="preserve">Снижение вредного </w:t>
            </w:r>
            <w:r w:rsidRPr="00A9269F">
              <w:rPr>
                <w:color w:val="000000"/>
                <w:sz w:val="20"/>
              </w:rPr>
              <w:lastRenderedPageBreak/>
              <w:t>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72,Водитель автомобиля (6 катег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73,Водитель автомобиля (2 категории (д</w:t>
            </w:r>
            <w:r w:rsidRPr="00A9269F">
              <w:rPr>
                <w:color w:val="000000"/>
                <w:sz w:val="20"/>
              </w:rPr>
              <w:t>и</w:t>
            </w:r>
            <w:r w:rsidRPr="00A9269F">
              <w:rPr>
                <w:color w:val="000000"/>
                <w:sz w:val="20"/>
              </w:rPr>
              <w:t>ректор))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74,Водитель автомобиля (3 катег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75,Машинист автогрейдера (6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lastRenderedPageBreak/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76,Водитель автомобиля (1 катег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рии 1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77,Водитель автомобиля (Г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зель)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78,Водитель погрузчика (Водитель а</w:t>
            </w:r>
            <w:r w:rsidRPr="00A9269F">
              <w:rPr>
                <w:color w:val="000000"/>
                <w:sz w:val="20"/>
              </w:rPr>
              <w:t>в</w:t>
            </w:r>
            <w:r w:rsidRPr="00A9269F">
              <w:rPr>
                <w:color w:val="000000"/>
                <w:sz w:val="20"/>
              </w:rPr>
              <w:t>топогрузчика 6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79,Электрогазосварщик (6 разряд)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хим</w:t>
            </w:r>
            <w:r w:rsidRPr="00A9269F">
              <w:rPr>
                <w:color w:val="000000"/>
                <w:sz w:val="20"/>
              </w:rPr>
              <w:t>и</w:t>
            </w:r>
            <w:r w:rsidRPr="00A9269F">
              <w:rPr>
                <w:color w:val="000000"/>
                <w:sz w:val="20"/>
              </w:rPr>
              <w:t>ческого фа</w:t>
            </w:r>
            <w:r w:rsidRPr="00A9269F">
              <w:rPr>
                <w:color w:val="000000"/>
                <w:sz w:val="20"/>
              </w:rPr>
              <w:t>к</w:t>
            </w:r>
            <w:r w:rsidRPr="00A9269F">
              <w:rPr>
                <w:color w:val="000000"/>
                <w:sz w:val="20"/>
              </w:rPr>
              <w:t>тора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80,Слесарь по ремонту автомоб</w:t>
            </w:r>
            <w:r w:rsidRPr="00A9269F">
              <w:rPr>
                <w:color w:val="000000"/>
                <w:sz w:val="20"/>
              </w:rPr>
              <w:t>и</w:t>
            </w:r>
            <w:r w:rsidRPr="00A9269F">
              <w:rPr>
                <w:color w:val="000000"/>
                <w:sz w:val="20"/>
              </w:rPr>
              <w:t>лей (6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81,Слесарь по ремонту автомоб</w:t>
            </w:r>
            <w:r w:rsidRPr="00A9269F">
              <w:rPr>
                <w:color w:val="000000"/>
                <w:sz w:val="20"/>
              </w:rPr>
              <w:t>и</w:t>
            </w:r>
            <w:r w:rsidRPr="00A9269F">
              <w:rPr>
                <w:color w:val="000000"/>
                <w:sz w:val="20"/>
              </w:rPr>
              <w:t>лей (6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82,Слесарь по топливной апп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ратуре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83,Слесарь-электрик по ремонту эле</w:t>
            </w:r>
            <w:r w:rsidRPr="00A9269F">
              <w:rPr>
                <w:color w:val="000000"/>
                <w:sz w:val="20"/>
              </w:rPr>
              <w:t>к</w:t>
            </w:r>
            <w:r w:rsidRPr="00A9269F">
              <w:rPr>
                <w:color w:val="000000"/>
                <w:sz w:val="20"/>
              </w:rPr>
              <w:t>трооборудов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ния (6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84,Слесарь-сантехник (6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89,Водитель автомобиля (8 катег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ИСКИТИМСКИЙ КАРЬЕР, Дробильно-сортировочный цех №1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</w:r>
            <w:r w:rsidRPr="00A9269F">
              <w:rPr>
                <w:color w:val="000000"/>
                <w:sz w:val="20"/>
              </w:rPr>
              <w:lastRenderedPageBreak/>
              <w:t>90,Начальник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lastRenderedPageBreak/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 xml:space="preserve">Снижение вредного </w:t>
            </w:r>
            <w:r w:rsidRPr="00A9269F">
              <w:rPr>
                <w:color w:val="000000"/>
                <w:sz w:val="20"/>
              </w:rPr>
              <w:lastRenderedPageBreak/>
              <w:t>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91,Заместитель начальника ц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92,Энергетик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93,Механик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94,Дробильщик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95,Дробильщик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96,Дробильщик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97,Грохотовщик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98,Грохотовщик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99,Грохотовщик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 xml:space="preserve">Снижение вредного </w:t>
            </w:r>
            <w:r w:rsidRPr="00A9269F">
              <w:rPr>
                <w:color w:val="000000"/>
                <w:sz w:val="20"/>
              </w:rPr>
              <w:lastRenderedPageBreak/>
              <w:t>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100,Бункеровщик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101,Машинист конвейера (2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102,Машинист конвейера (2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lastRenderedPageBreak/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103,Оператор пульта управления (4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104,Машинист вентиляционной и асп</w:t>
            </w:r>
            <w:r w:rsidRPr="00A9269F">
              <w:rPr>
                <w:color w:val="000000"/>
                <w:sz w:val="20"/>
              </w:rPr>
              <w:t>и</w:t>
            </w:r>
            <w:r w:rsidRPr="00A9269F">
              <w:rPr>
                <w:color w:val="000000"/>
                <w:sz w:val="20"/>
              </w:rPr>
              <w:t>рационной установок (6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105,Машинист вентиляционной и асп</w:t>
            </w:r>
            <w:r w:rsidRPr="00A9269F">
              <w:rPr>
                <w:color w:val="000000"/>
                <w:sz w:val="20"/>
              </w:rPr>
              <w:t>и</w:t>
            </w:r>
            <w:r w:rsidRPr="00A9269F">
              <w:rPr>
                <w:color w:val="000000"/>
                <w:sz w:val="20"/>
              </w:rPr>
              <w:t>рационной установок (6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106,Электромонтер по ремонту и о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служиванию электрооборуд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вания (6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107,Слесарь-сантехник (5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 xml:space="preserve">Использовать средства индивидуальной защиты </w:t>
            </w:r>
            <w:r w:rsidRPr="00A9269F">
              <w:rPr>
                <w:color w:val="000000"/>
                <w:sz w:val="20"/>
              </w:rPr>
              <w:lastRenderedPageBreak/>
              <w:t>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lastRenderedPageBreak/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lastRenderedPageBreak/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108,Тракторист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регламентированные перерывы с провед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нием комплекса упражнений, способствующих сн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108,Тракторист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109,Машинист крана (кр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новщик)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110,Машинист крана (кр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новщик)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ИСКИТИМСКИЙ КАРЬЕР, Дробильно-сортировочный цех №2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114,Начальник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115,Дробильщик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 xml:space="preserve">зовать средства индивидуальной защиты органов </w:t>
            </w:r>
            <w:r w:rsidRPr="00A9269F">
              <w:rPr>
                <w:color w:val="000000"/>
                <w:sz w:val="20"/>
              </w:rPr>
              <w:lastRenderedPageBreak/>
              <w:t>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116,Дробильщик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117,Грохотовщик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118,Машинист конвейера (2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 xml:space="preserve">Снижение вредного </w:t>
            </w:r>
            <w:r w:rsidRPr="00A9269F">
              <w:rPr>
                <w:color w:val="000000"/>
                <w:sz w:val="20"/>
              </w:rPr>
              <w:lastRenderedPageBreak/>
              <w:t>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119,Электрогазосварщик (6 разряд)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хим</w:t>
            </w:r>
            <w:r w:rsidRPr="00A9269F">
              <w:rPr>
                <w:color w:val="000000"/>
                <w:sz w:val="20"/>
              </w:rPr>
              <w:t>и</w:t>
            </w:r>
            <w:r w:rsidRPr="00A9269F">
              <w:rPr>
                <w:color w:val="000000"/>
                <w:sz w:val="20"/>
              </w:rPr>
              <w:t>ческого фа</w:t>
            </w:r>
            <w:r w:rsidRPr="00A9269F">
              <w:rPr>
                <w:color w:val="000000"/>
                <w:sz w:val="20"/>
              </w:rPr>
              <w:t>к</w:t>
            </w:r>
            <w:r w:rsidRPr="00A9269F">
              <w:rPr>
                <w:color w:val="000000"/>
                <w:sz w:val="20"/>
              </w:rPr>
              <w:t>тора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120,Электромонтер по ремонту и о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служиванию электрооборуд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вания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ИСКИТИМСКИЙ КАРЬЕР, Погрузо-разгрузочный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122,Начальник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123,Энергетик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124,Механик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 xml:space="preserve">зовать средства индивидуальной защиты органов </w:t>
            </w:r>
            <w:r w:rsidRPr="00A9269F">
              <w:rPr>
                <w:color w:val="000000"/>
                <w:sz w:val="20"/>
              </w:rPr>
              <w:lastRenderedPageBreak/>
              <w:t>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125,Мастер погрузочно-разгрузочных 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бот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126,Водитель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127,Водитель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128,Машинист экскаватора (6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lastRenderedPageBreak/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 xml:space="preserve">Снижение вредного </w:t>
            </w:r>
            <w:r w:rsidRPr="00A9269F">
              <w:rPr>
                <w:color w:val="000000"/>
                <w:sz w:val="20"/>
              </w:rPr>
              <w:lastRenderedPageBreak/>
              <w:t>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129,Помощник машиниста экск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ватора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130,Машинист тепловоза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неблагоприятного воздействия напряженности трудового процесса соблюдать р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гламентированные перерывы в течение рабочего дня, соблюдать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неблаг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приятных возде</w:t>
            </w:r>
            <w:r w:rsidRPr="00A9269F">
              <w:rPr>
                <w:color w:val="000000"/>
                <w:sz w:val="20"/>
              </w:rPr>
              <w:t>й</w:t>
            </w:r>
            <w:r w:rsidRPr="00A9269F">
              <w:rPr>
                <w:color w:val="000000"/>
                <w:sz w:val="20"/>
              </w:rPr>
              <w:t>ствий напряженн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131,Помощник машиниста тепл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воза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132,Составитель поездов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133,Монтер пути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134,Монтер пути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</w:r>
            <w:r w:rsidRPr="00A9269F">
              <w:rPr>
                <w:color w:val="000000"/>
                <w:sz w:val="20"/>
              </w:rPr>
              <w:lastRenderedPageBreak/>
              <w:t>135,Монтер пути (4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 xml:space="preserve">Снижение вредного </w:t>
            </w:r>
            <w:r w:rsidRPr="00A9269F">
              <w:rPr>
                <w:color w:val="000000"/>
                <w:sz w:val="20"/>
              </w:rPr>
              <w:lastRenderedPageBreak/>
              <w:t>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136,Тракторист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регламентированные перерывы с провед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нием комплекса упражнений, способствующих сн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тию утомления отдельных групп мышц.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137,Машинист конвейера (2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141,Грузчик (2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 xml:space="preserve">Использовать средства индивидуальной защиты </w:t>
            </w:r>
            <w:r w:rsidRPr="00A9269F">
              <w:rPr>
                <w:color w:val="000000"/>
                <w:sz w:val="20"/>
              </w:rPr>
              <w:lastRenderedPageBreak/>
              <w:t>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lastRenderedPageBreak/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lastRenderedPageBreak/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142,Грузчик (2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143,Грузчик (2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144,Электрогазосварщик (6 разряд)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хим</w:t>
            </w:r>
            <w:r w:rsidRPr="00A9269F">
              <w:rPr>
                <w:color w:val="000000"/>
                <w:sz w:val="20"/>
              </w:rPr>
              <w:t>и</w:t>
            </w:r>
            <w:r w:rsidRPr="00A9269F">
              <w:rPr>
                <w:color w:val="000000"/>
                <w:sz w:val="20"/>
              </w:rPr>
              <w:t>ческого фа</w:t>
            </w:r>
            <w:r w:rsidRPr="00A9269F">
              <w:rPr>
                <w:color w:val="000000"/>
                <w:sz w:val="20"/>
              </w:rPr>
              <w:t>к</w:t>
            </w:r>
            <w:r w:rsidRPr="00A9269F">
              <w:rPr>
                <w:color w:val="000000"/>
                <w:sz w:val="20"/>
              </w:rPr>
              <w:t>тора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145,Слесарь-ремонтник (5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146,Слесарь-ремонтник (5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lastRenderedPageBreak/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ИСКИТИМСКИЙ КАРЬЕР, Передвижной дробильный комплекс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154,Начальник участка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155,Механик участка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 xml:space="preserve">ИСКИТИМСКИЙ КАРЬЕР, </w:t>
            </w:r>
            <w:proofErr w:type="spellStart"/>
            <w:r w:rsidRPr="00A9269F">
              <w:rPr>
                <w:b/>
                <w:color w:val="000000"/>
                <w:sz w:val="20"/>
              </w:rPr>
              <w:t>Энергомеханическая</w:t>
            </w:r>
            <w:proofErr w:type="spellEnd"/>
            <w:r w:rsidRPr="00A9269F">
              <w:rPr>
                <w:b/>
                <w:color w:val="000000"/>
                <w:sz w:val="20"/>
              </w:rPr>
              <w:t xml:space="preserve"> служба. </w:t>
            </w:r>
            <w:proofErr w:type="gramStart"/>
            <w:r w:rsidRPr="00A9269F">
              <w:rPr>
                <w:b/>
                <w:color w:val="000000"/>
                <w:sz w:val="20"/>
              </w:rPr>
              <w:t>Электро-ремонтный</w:t>
            </w:r>
            <w:proofErr w:type="gramEnd"/>
            <w:r w:rsidRPr="00A9269F">
              <w:rPr>
                <w:b/>
                <w:color w:val="000000"/>
                <w:sz w:val="20"/>
              </w:rPr>
              <w:t xml:space="preserve"> цех. Участок по ремонту оборудования дробильно-сортировочных цехов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156,Электромонтер по ремонту и о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служиванию электрооборуд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вания (6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МЕДВЕДСКИЙ КАРЬЕР, Горный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157,Горнорабочий на мар</w:t>
            </w:r>
            <w:r w:rsidRPr="00A9269F">
              <w:rPr>
                <w:color w:val="000000"/>
                <w:sz w:val="20"/>
              </w:rPr>
              <w:t>к</w:t>
            </w:r>
            <w:r w:rsidRPr="00A9269F">
              <w:rPr>
                <w:color w:val="000000"/>
                <w:sz w:val="20"/>
              </w:rPr>
              <w:t>шейдерских работах (3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МЕДВЕДСКИЙ КАРЬЕР, Производственный участок погрузки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159,Водитель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МЕДВЕДСКИЙ КАРЬЕР, Автотранспортный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160,Машинист бульдозера (5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локальной вибрации. Довести уровни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 вибрации до нормативных знач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л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кальной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НОВОБИБЕЕВСКИЙ КАРЬЕР, Горный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161,Горнорабочий на мар</w:t>
            </w:r>
            <w:r w:rsidRPr="00A9269F">
              <w:rPr>
                <w:color w:val="000000"/>
                <w:sz w:val="20"/>
              </w:rPr>
              <w:t>к</w:t>
            </w:r>
            <w:r w:rsidRPr="00A9269F">
              <w:rPr>
                <w:color w:val="000000"/>
                <w:sz w:val="20"/>
              </w:rPr>
              <w:t>шейдерских работах (3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труда, с целью восст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новления нормального физиологич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ского состояния работника, для поддержания высокого уровня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тоспособности рекомендуется соблюдать регламе</w:t>
            </w:r>
            <w:r w:rsidRPr="00A9269F">
              <w:rPr>
                <w:color w:val="000000"/>
                <w:sz w:val="20"/>
              </w:rPr>
              <w:t>н</w:t>
            </w:r>
            <w:r w:rsidRPr="00A9269F">
              <w:rPr>
                <w:color w:val="000000"/>
                <w:sz w:val="20"/>
              </w:rPr>
              <w:t>тированные перерывы в течение рабочего дня,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НОВОБИБЕЕВСКИЙ КАРЬЕР, Автотранспортный цех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162,Водитель автомобиля (7 кат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гории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163,Водитель автомобиля (7 кат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гории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lastRenderedPageBreak/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164,Водитель автомобиля (7 кат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гории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165,Машинист бульдозера (5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НОВОБИБЕЕВСКИЙ КАРЬЕР, ПУП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166,Водитель погрузчика (6 разр</w:t>
            </w:r>
            <w:r w:rsidRPr="00A9269F">
              <w:rPr>
                <w:color w:val="000000"/>
                <w:sz w:val="20"/>
              </w:rPr>
              <w:t>я</w:t>
            </w:r>
            <w:r w:rsidRPr="00A9269F"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A9269F">
              <w:rPr>
                <w:color w:val="000000"/>
                <w:sz w:val="20"/>
              </w:rPr>
              <w:t>C</w:t>
            </w:r>
            <w:proofErr w:type="gramEnd"/>
            <w:r w:rsidRPr="00A9269F">
              <w:rPr>
                <w:color w:val="000000"/>
                <w:sz w:val="20"/>
              </w:rPr>
              <w:t>нижение</w:t>
            </w:r>
            <w:proofErr w:type="spellEnd"/>
            <w:r w:rsidRPr="00A9269F">
              <w:rPr>
                <w:color w:val="000000"/>
                <w:sz w:val="20"/>
              </w:rPr>
              <w:t xml:space="preserve"> зап</w:t>
            </w:r>
            <w:r w:rsidRPr="00A9269F">
              <w:rPr>
                <w:color w:val="000000"/>
                <w:sz w:val="20"/>
              </w:rPr>
              <w:t>ы</w:t>
            </w:r>
            <w:r w:rsidRPr="00A9269F">
              <w:rPr>
                <w:color w:val="000000"/>
                <w:sz w:val="20"/>
              </w:rPr>
              <w:t>ленности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16181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A9269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A9269F">
              <w:rPr>
                <w:b/>
                <w:color w:val="000000"/>
                <w:sz w:val="20"/>
              </w:rPr>
              <w:t>УЧАСТОК ВСКРЫШНЫХ РАБОТ</w:t>
            </w: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lastRenderedPageBreak/>
              <w:br/>
              <w:t>167,Водитель автомобиля (1 кат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гории 1 группа)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br/>
              <w:t>168,Водитель автомобиля (8 кат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гории 2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169,Машинист бульдозера (7 ра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Для снижения вредного воздействия шума испол</w:t>
            </w:r>
            <w:r w:rsidRPr="00A9269F">
              <w:rPr>
                <w:color w:val="000000"/>
                <w:sz w:val="20"/>
              </w:rPr>
              <w:t>ь</w:t>
            </w:r>
            <w:r w:rsidRPr="00A9269F"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</w:t>
            </w:r>
            <w:r w:rsidRPr="00A9269F">
              <w:rPr>
                <w:color w:val="000000"/>
                <w:sz w:val="20"/>
              </w:rPr>
              <w:t>з</w:t>
            </w:r>
            <w:r w:rsidRPr="00A9269F">
              <w:rPr>
                <w:color w:val="000000"/>
                <w:sz w:val="20"/>
              </w:rPr>
              <w:t>действия шума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Установить причины превышения норм общей ви</w:t>
            </w:r>
            <w:r w:rsidRPr="00A9269F">
              <w:rPr>
                <w:color w:val="000000"/>
                <w:sz w:val="20"/>
              </w:rPr>
              <w:t>б</w:t>
            </w:r>
            <w:r w:rsidRPr="00A9269F">
              <w:rPr>
                <w:color w:val="000000"/>
                <w:sz w:val="20"/>
              </w:rPr>
              <w:t>рации. Довести уровни общей вибрации до норм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вибр</w:t>
            </w:r>
            <w:r w:rsidRPr="00A9269F">
              <w:rPr>
                <w:color w:val="000000"/>
                <w:sz w:val="20"/>
              </w:rPr>
              <w:t>а</w:t>
            </w:r>
            <w:r w:rsidRPr="00A9269F">
              <w:rPr>
                <w:color w:val="000000"/>
                <w:sz w:val="20"/>
              </w:rPr>
              <w:t>ции общей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10" w:type="dxa"/>
        </w:trPr>
        <w:tc>
          <w:tcPr>
            <w:tcW w:w="349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Учитывая тяжелые условия труда (неудобная раб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 w:rsidRPr="00A9269F">
              <w:rPr>
                <w:color w:val="000000"/>
                <w:sz w:val="20"/>
              </w:rPr>
              <w:t>д</w:t>
            </w:r>
            <w:r w:rsidRPr="00A9269F">
              <w:rPr>
                <w:color w:val="000000"/>
                <w:sz w:val="20"/>
              </w:rPr>
              <w:t>держания высокого уровня работоспособности с</w:t>
            </w:r>
            <w:r w:rsidRPr="00A9269F">
              <w:rPr>
                <w:color w:val="000000"/>
                <w:sz w:val="20"/>
              </w:rPr>
              <w:t>о</w:t>
            </w:r>
            <w:r w:rsidRPr="00A9269F">
              <w:rPr>
                <w:color w:val="000000"/>
                <w:sz w:val="20"/>
              </w:rPr>
              <w:t>блюдать предусмотренные регламентированные п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рерывы  в течение рабочего дня.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9269F">
              <w:rPr>
                <w:color w:val="000000"/>
                <w:sz w:val="20"/>
              </w:rPr>
              <w:t>Снижение вредного воздействия тяж</w:t>
            </w:r>
            <w:r w:rsidRPr="00A9269F">
              <w:rPr>
                <w:color w:val="000000"/>
                <w:sz w:val="20"/>
              </w:rPr>
              <w:t>е</w:t>
            </w:r>
            <w:r w:rsidRPr="00A9269F">
              <w:rPr>
                <w:color w:val="000000"/>
                <w:sz w:val="20"/>
              </w:rPr>
              <w:t>сти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8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A9269F" w:rsidRPr="00A9269F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F47807" w:rsidRPr="00A9269F" w:rsidRDefault="00F47807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392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F47807" w:rsidRDefault="00F47807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F47807" w:rsidRDefault="00893B50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710271">
              <w:t xml:space="preserve">Наименование </w:t>
            </w:r>
            <w:r>
              <w:t>организации</w:t>
            </w:r>
            <w:r w:rsidRPr="00710271">
              <w:t>:</w:t>
            </w:r>
            <w:r w:rsidRPr="00883461">
              <w:rPr>
                <w:rStyle w:val="a9"/>
              </w:rPr>
              <w:t xml:space="preserve"> </w:t>
            </w:r>
            <w:r w:rsidRPr="00883461">
              <w:rPr>
                <w:rStyle w:val="a9"/>
              </w:rPr>
              <w:fldChar w:fldCharType="begin"/>
            </w:r>
            <w:r w:rsidRPr="00883461">
              <w:rPr>
                <w:rStyle w:val="a9"/>
              </w:rPr>
              <w:instrText xml:space="preserve"> DOCVARIABLE </w:instrText>
            </w:r>
            <w:r>
              <w:rPr>
                <w:rStyle w:val="a9"/>
                <w:lang w:val="en-US"/>
              </w:rPr>
              <w:instrText>ceh</w:instrText>
            </w:r>
            <w:r w:rsidRPr="00362FEE">
              <w:rPr>
                <w:rStyle w:val="a9"/>
              </w:rPr>
              <w:instrText>_</w:instrText>
            </w:r>
            <w:r>
              <w:rPr>
                <w:rStyle w:val="a9"/>
                <w:lang w:val="en-US"/>
              </w:rPr>
              <w:instrText>info</w:instrText>
            </w:r>
            <w:r w:rsidRPr="00883461">
              <w:rPr>
                <w:rStyle w:val="a9"/>
              </w:rPr>
              <w:instrText xml:space="preserve"> \* MERGEFORMAT </w:instrText>
            </w:r>
            <w:r w:rsidRPr="00883461">
              <w:rPr>
                <w:rStyle w:val="a9"/>
              </w:rPr>
              <w:fldChar w:fldCharType="separate"/>
            </w:r>
            <w:r w:rsidRPr="00362FEE">
              <w:rPr>
                <w:rStyle w:val="a9"/>
              </w:rPr>
              <w:t xml:space="preserve"> Акционерное общество "Новосибирское </w:t>
            </w:r>
            <w:proofErr w:type="spellStart"/>
            <w:r w:rsidRPr="00362FEE">
              <w:rPr>
                <w:rStyle w:val="a9"/>
              </w:rPr>
              <w:t>карьероуправление</w:t>
            </w:r>
            <w:proofErr w:type="spellEnd"/>
            <w:r w:rsidRPr="00362FEE">
              <w:rPr>
                <w:rStyle w:val="a9"/>
              </w:rPr>
              <w:t xml:space="preserve">". </w:t>
            </w:r>
            <w:r>
              <w:rPr>
                <w:rStyle w:val="a9"/>
              </w:rPr>
              <w:t>Каменный карьер</w:t>
            </w:r>
            <w:r w:rsidRPr="00362FEE">
              <w:rPr>
                <w:rStyle w:val="a9"/>
              </w:rPr>
              <w:t xml:space="preserve"> </w:t>
            </w:r>
            <w:r w:rsidRPr="00883461">
              <w:rPr>
                <w:rStyle w:val="a9"/>
              </w:rPr>
              <w:fldChar w:fldCharType="end"/>
            </w:r>
          </w:p>
          <w:p w:rsidR="00F47807" w:rsidRPr="00A9269F" w:rsidRDefault="00F47807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A9269F" w:rsidRPr="00A9269F" w:rsidRDefault="00A9269F" w:rsidP="00935F1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  <w:cantSplit/>
          <w:trHeight w:hRule="exact" w:val="1020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структурного подразделения, рабочего м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ста</w:t>
            </w:r>
          </w:p>
        </w:tc>
        <w:tc>
          <w:tcPr>
            <w:tcW w:w="45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Наименование мероприятия 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Цель   </w:t>
            </w:r>
            <w:r>
              <w:rPr>
                <w:color w:val="000000"/>
                <w:sz w:val="20"/>
              </w:rPr>
              <w:br/>
              <w:t>меропри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тия</w:t>
            </w:r>
          </w:p>
        </w:tc>
        <w:tc>
          <w:tcPr>
            <w:tcW w:w="274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Срок выполнения</w:t>
            </w:r>
          </w:p>
        </w:tc>
        <w:tc>
          <w:tcPr>
            <w:tcW w:w="34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Структурные подразделения, привлек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емые для выполнения мероприятия</w:t>
            </w:r>
          </w:p>
        </w:tc>
        <w:tc>
          <w:tcPr>
            <w:tcW w:w="120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Отметка о выполнении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  <w:trHeight w:hRule="exact" w:val="360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  <w:trHeight w:hRule="exact" w:val="360"/>
        </w:trPr>
        <w:tc>
          <w:tcPr>
            <w:tcW w:w="15480" w:type="dxa"/>
            <w:gridSpan w:val="1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Pr="000C7D87" w:rsidRDefault="00F47807" w:rsidP="00F4780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0C7D87">
              <w:rPr>
                <w:b/>
                <w:color w:val="000000"/>
                <w:sz w:val="20"/>
              </w:rPr>
              <w:t>Каменный карьер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  <w:trHeight w:hRule="exact" w:val="360"/>
        </w:trPr>
        <w:tc>
          <w:tcPr>
            <w:tcW w:w="15480" w:type="dxa"/>
            <w:gridSpan w:val="1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807" w:rsidRPr="000C7D87" w:rsidRDefault="00F47807" w:rsidP="00F4780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0C7D87">
              <w:rPr>
                <w:b/>
                <w:color w:val="000000"/>
                <w:sz w:val="20"/>
              </w:rPr>
              <w:t>Горный цех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lastRenderedPageBreak/>
              <w:t>51,Машинист эк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каватора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lastRenderedPageBreak/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Снижение </w:t>
            </w:r>
            <w:r>
              <w:rPr>
                <w:color w:val="000000"/>
                <w:sz w:val="20"/>
              </w:rPr>
              <w:lastRenderedPageBreak/>
              <w:t>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52,Машинист эк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каватора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15480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Pr="000C7D87" w:rsidRDefault="00F47807" w:rsidP="00F4780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0C7D87">
              <w:rPr>
                <w:b/>
                <w:color w:val="000000"/>
                <w:sz w:val="20"/>
              </w:rPr>
              <w:t>Автотракторный цех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57,Водитель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(5 категории 2 группы (бенз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воз))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58,Водитель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(1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1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 xml:space="preserve">блюдать предусмотренные регламентированные </w:t>
            </w:r>
            <w:r>
              <w:rPr>
                <w:color w:val="000000"/>
                <w:sz w:val="20"/>
              </w:rPr>
              <w:lastRenderedPageBreak/>
              <w:t>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br/>
              <w:t>59,Водитель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(1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1 группы)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60,Водитель автомобиля (Вод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тель автобуса)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61,Водитель автомобиля (Вод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тель автобуса)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62,Водитель автомобиля (Вод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тель автобуса)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63,Машинист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тогрейдера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 xml:space="preserve">64,Машинист бульдозера (6 </w:t>
            </w:r>
            <w:r>
              <w:rPr>
                <w:color w:val="000000"/>
                <w:sz w:val="20"/>
              </w:rPr>
              <w:lastRenderedPageBreak/>
              <w:t>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 xml:space="preserve">зовать средства индивидуальной защиты органов </w:t>
            </w:r>
            <w:r>
              <w:rPr>
                <w:color w:val="000000"/>
                <w:sz w:val="20"/>
              </w:rPr>
              <w:lastRenderedPageBreak/>
              <w:t>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 xml:space="preserve">ного </w:t>
            </w:r>
            <w:r>
              <w:rPr>
                <w:color w:val="000000"/>
                <w:sz w:val="20"/>
              </w:rPr>
              <w:lastRenderedPageBreak/>
              <w:t>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65,Водитель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2 группа)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66,Водитель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2 группа)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br/>
              <w:t>67,Водитель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2 группа)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  <w:trHeight w:val="59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68,Тракторист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69,Тракторист (5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lastRenderedPageBreak/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Снижение </w:t>
            </w:r>
            <w:r>
              <w:rPr>
                <w:color w:val="000000"/>
                <w:sz w:val="20"/>
              </w:rPr>
              <w:lastRenderedPageBreak/>
              <w:t>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br/>
              <w:t>70,Водитель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71,Машинист крана автом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бильного (6 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72,Машинист бульдозера (7 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73,Водитель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(5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2 группа)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lastRenderedPageBreak/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74,Водитель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(5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2 группа)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15480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Pr="00EB5116" w:rsidRDefault="00F47807" w:rsidP="00F4780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EB5116">
              <w:rPr>
                <w:b/>
                <w:color w:val="000000"/>
                <w:sz w:val="20"/>
              </w:rPr>
              <w:t>Дробильно-сортировочная фабрика № 3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79,Машинист крана (5 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80,Грохотовщик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lastRenderedPageBreak/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82,Грохотовщик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83,Дробильщик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lastRenderedPageBreak/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Снижение </w:t>
            </w:r>
            <w:r>
              <w:rPr>
                <w:color w:val="000000"/>
                <w:sz w:val="20"/>
              </w:rPr>
              <w:lastRenderedPageBreak/>
              <w:t>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щей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84,Механик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15480" w:type="dxa"/>
            <w:gridSpan w:val="1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Pr="00EB5116" w:rsidRDefault="00F47807" w:rsidP="00F4780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EB5116">
              <w:rPr>
                <w:b/>
                <w:color w:val="000000"/>
                <w:sz w:val="20"/>
              </w:rPr>
              <w:t>Дробильно-сортировочная фабрика № 4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85,Начальник ц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86,Энергетик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87,Механик цеха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88,Дробильщик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89,Дробильщик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 xml:space="preserve">зовать средства индивидуальной защиты органов </w:t>
            </w:r>
            <w:r>
              <w:rPr>
                <w:color w:val="000000"/>
                <w:sz w:val="20"/>
              </w:rPr>
              <w:lastRenderedPageBreak/>
              <w:t>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 xml:space="preserve">ного </w:t>
            </w:r>
            <w:r>
              <w:rPr>
                <w:color w:val="000000"/>
                <w:sz w:val="20"/>
              </w:rPr>
              <w:lastRenderedPageBreak/>
              <w:t>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90,Дробильщик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91,Грохотовщик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92,Грохотовщик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lastRenderedPageBreak/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93,Грохотовщик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94,Мастер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95,Оператор пульта управл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ния (3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96,Электромонтер по ремо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ту и обслуживанию электр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оборудования (4 разряда)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97,Токарь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 xml:space="preserve">зовать средства индивидуальной защиты органов </w:t>
            </w:r>
            <w:r>
              <w:rPr>
                <w:color w:val="000000"/>
                <w:sz w:val="20"/>
              </w:rPr>
              <w:lastRenderedPageBreak/>
              <w:t>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 xml:space="preserve">ного </w:t>
            </w:r>
            <w:r>
              <w:rPr>
                <w:color w:val="000000"/>
                <w:sz w:val="20"/>
              </w:rPr>
              <w:lastRenderedPageBreak/>
              <w:t>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15480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Pr="00EB5116" w:rsidRDefault="00F47807" w:rsidP="00F4780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EB5116">
              <w:rPr>
                <w:b/>
                <w:color w:val="000000"/>
                <w:sz w:val="20"/>
              </w:rPr>
              <w:t>Погрузо-разгрузочный цех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98,Водитель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99,Водитель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100,Водитель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101,Водитель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102,Водитель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103,Водитель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104,Водитель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15480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Pr="00EB5116" w:rsidRDefault="00F47807" w:rsidP="00F4780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proofErr w:type="spellStart"/>
            <w:r w:rsidRPr="00EB5116">
              <w:rPr>
                <w:b/>
                <w:color w:val="000000"/>
                <w:sz w:val="20"/>
              </w:rPr>
              <w:t>Энергомеханическая</w:t>
            </w:r>
            <w:proofErr w:type="spellEnd"/>
            <w:r w:rsidRPr="00EB5116">
              <w:rPr>
                <w:b/>
                <w:color w:val="000000"/>
                <w:sz w:val="20"/>
              </w:rPr>
              <w:t xml:space="preserve"> служба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Энергоучасток</w:t>
            </w:r>
            <w:proofErr w:type="spellEnd"/>
            <w:r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</w:rPr>
              <w:br/>
              <w:t>107,Энергетик участка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15480" w:type="dxa"/>
            <w:gridSpan w:val="1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Pr="00EB5116" w:rsidRDefault="00F47807" w:rsidP="00F4780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proofErr w:type="spellStart"/>
            <w:r w:rsidRPr="00EB5116">
              <w:rPr>
                <w:b/>
                <w:color w:val="000000"/>
                <w:sz w:val="20"/>
              </w:rPr>
              <w:t>Энергомеханическая</w:t>
            </w:r>
            <w:proofErr w:type="spellEnd"/>
            <w:r w:rsidRPr="00EB5116">
              <w:rPr>
                <w:b/>
                <w:color w:val="000000"/>
                <w:sz w:val="20"/>
              </w:rPr>
              <w:t xml:space="preserve"> служба. Ремонтно-механический участок</w:t>
            </w: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lastRenderedPageBreak/>
              <w:t>108,Слесарь-ремонтник (5 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lastRenderedPageBreak/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Снижение </w:t>
            </w:r>
            <w:r>
              <w:rPr>
                <w:color w:val="000000"/>
                <w:sz w:val="20"/>
              </w:rPr>
              <w:lastRenderedPageBreak/>
              <w:t>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109,Электрогазосварщик (5 разряд)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х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мического фа</w:t>
            </w: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z w:val="20"/>
              </w:rPr>
              <w:t>тора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шума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ствия т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F47807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111" w:type="dxa"/>
        </w:trPr>
        <w:tc>
          <w:tcPr>
            <w:tcW w:w="25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запыленн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сти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47807" w:rsidRDefault="00F47807" w:rsidP="00F4780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D01168" w:rsidRDefault="00D01168"/>
    <w:p w:rsidR="00D01168" w:rsidRDefault="00D01168" w:rsidP="00D01168">
      <w:pPr>
        <w:widowControl w:val="0"/>
        <w:autoSpaceDE w:val="0"/>
        <w:autoSpaceDN w:val="0"/>
        <w:adjustRightInd w:val="0"/>
        <w:rPr>
          <w:sz w:val="20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362FEE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362FEE">
        <w:rPr>
          <w:rStyle w:val="a9"/>
        </w:rPr>
        <w:t xml:space="preserve"> Акционерное общество "Новосибирское </w:t>
      </w:r>
      <w:proofErr w:type="spellStart"/>
      <w:r w:rsidRPr="00362FEE">
        <w:rPr>
          <w:rStyle w:val="a9"/>
        </w:rPr>
        <w:t>карьероуправление</w:t>
      </w:r>
      <w:proofErr w:type="spellEnd"/>
      <w:r w:rsidRPr="00362FEE">
        <w:rPr>
          <w:rStyle w:val="a9"/>
        </w:rPr>
        <w:t xml:space="preserve">". </w:t>
      </w:r>
      <w:r>
        <w:rPr>
          <w:rStyle w:val="a9"/>
        </w:rPr>
        <w:t>Каменный карьер</w:t>
      </w:r>
      <w:r w:rsidRPr="00362FEE">
        <w:rPr>
          <w:rStyle w:val="a9"/>
        </w:rPr>
        <w:t xml:space="preserve"> </w:t>
      </w:r>
      <w:r w:rsidRPr="00883461">
        <w:rPr>
          <w:rStyle w:val="a9"/>
        </w:rPr>
        <w:fldChar w:fldCharType="end"/>
      </w:r>
    </w:p>
    <w:p w:rsidR="00D01168" w:rsidRDefault="00D01168"/>
    <w:tbl>
      <w:tblPr>
        <w:tblW w:w="1510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5"/>
        <w:gridCol w:w="4500"/>
        <w:gridCol w:w="1605"/>
        <w:gridCol w:w="2745"/>
        <w:gridCol w:w="3450"/>
        <w:gridCol w:w="1200"/>
      </w:tblGrid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20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структурного подразделения, рабочего места</w:t>
            </w:r>
          </w:p>
        </w:tc>
        <w:tc>
          <w:tcPr>
            <w:tcW w:w="4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Наименование мероприятия </w:t>
            </w:r>
          </w:p>
        </w:tc>
        <w:tc>
          <w:tcPr>
            <w:tcW w:w="16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Цель   </w:t>
            </w:r>
            <w:r>
              <w:rPr>
                <w:color w:val="000000"/>
                <w:sz w:val="20"/>
              </w:rPr>
              <w:br/>
              <w:t>мероприятия</w:t>
            </w: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Срок выполнения</w:t>
            </w:r>
          </w:p>
        </w:tc>
        <w:tc>
          <w:tcPr>
            <w:tcW w:w="3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Структурные подразделения, привлек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емые для выполнения мероприятия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Отметка о выполнении</w:t>
            </w: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510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1168" w:rsidRPr="00F165D2" w:rsidRDefault="00D01168" w:rsidP="00757FE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F165D2">
              <w:rPr>
                <w:b/>
                <w:color w:val="000000"/>
                <w:sz w:val="20"/>
              </w:rPr>
              <w:t>КАМЕННЫЙ КАРЬЕР, Горный цех</w:t>
            </w: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lastRenderedPageBreak/>
              <w:t>12,Машинист эк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каватора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lastRenderedPageBreak/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lastRenderedPageBreak/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13,Машинист эк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каватора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0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Pr="00F165D2" w:rsidRDefault="00D01168" w:rsidP="00757FE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F165D2">
              <w:rPr>
                <w:b/>
                <w:color w:val="000000"/>
                <w:sz w:val="20"/>
              </w:rPr>
              <w:t>КАМЕННЫЙ КАРЬЕР, Погрузо-разгрузочный цех</w:t>
            </w: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14,Машинист тепловоза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неблагоприятного воздействия напряженности трудового процесса соблюдать р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гламентированные перерывы в течение рабочего дня, соблюдать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небл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гоприятных во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действий напр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женности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15,Составитель поездов (4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lastRenderedPageBreak/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br/>
              <w:t>17,Водитель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18,Водитель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19,Водитель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20,Водитель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lastRenderedPageBreak/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21,Водитель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22,Водитель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23,Водитель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(6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0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Pr="00F165D2" w:rsidRDefault="00D01168" w:rsidP="00757FE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F165D2">
              <w:rPr>
                <w:b/>
                <w:color w:val="000000"/>
                <w:sz w:val="20"/>
              </w:rPr>
              <w:t>РМУ</w:t>
            </w: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24,Вулканизаторщик (5 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lastRenderedPageBreak/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0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Pr="00F165D2" w:rsidRDefault="00D01168" w:rsidP="00757FE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F165D2">
              <w:rPr>
                <w:b/>
                <w:color w:val="000000"/>
                <w:sz w:val="20"/>
              </w:rPr>
              <w:t>КАМЕННЫЙ КАРЬЕР, Участок классификации</w:t>
            </w: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25,Мастер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26,Грохотовщик (3 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27,Машинист конвейера (2 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>
              <w:rPr>
                <w:color w:val="000000"/>
                <w:sz w:val="20"/>
              </w:rPr>
              <w:t>нижение</w:t>
            </w:r>
            <w:proofErr w:type="spellEnd"/>
            <w:r>
              <w:rPr>
                <w:color w:val="000000"/>
                <w:sz w:val="20"/>
              </w:rPr>
              <w:t xml:space="preserve"> зап</w:t>
            </w:r>
            <w:r>
              <w:rPr>
                <w:color w:val="000000"/>
                <w:sz w:val="20"/>
              </w:rPr>
              <w:t>ы</w:t>
            </w:r>
            <w:r>
              <w:rPr>
                <w:color w:val="000000"/>
                <w:sz w:val="20"/>
              </w:rPr>
              <w:t>ленности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0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Pr="00F165D2" w:rsidRDefault="00D01168" w:rsidP="00757FE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F165D2">
              <w:rPr>
                <w:b/>
                <w:color w:val="000000"/>
                <w:sz w:val="20"/>
              </w:rPr>
              <w:t>КАМЕННЫЙ КАРЬЕР, Автотракторный цех</w:t>
            </w: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28,Машинист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товышки и авт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гидроподъемника (5 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30,Водитель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(2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1 группы)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lastRenderedPageBreak/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D01168" w:rsidTr="00D01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br/>
              <w:t>31,Водитель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(2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1 группы)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D01168" w:rsidRDefault="00D01168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F47807" w:rsidRDefault="00F47807" w:rsidP="00935F10"/>
    <w:p w:rsidR="00935F10" w:rsidRPr="00710271" w:rsidRDefault="00935F10" w:rsidP="00935F10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362FEE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362FEE">
        <w:rPr>
          <w:rStyle w:val="a9"/>
        </w:rPr>
        <w:t xml:space="preserve"> Акционерное общество "Новосибирское </w:t>
      </w:r>
      <w:proofErr w:type="spellStart"/>
      <w:r w:rsidRPr="00362FEE">
        <w:rPr>
          <w:rStyle w:val="a9"/>
        </w:rPr>
        <w:t>карьероуправление</w:t>
      </w:r>
      <w:proofErr w:type="spellEnd"/>
      <w:r w:rsidRPr="00362FEE">
        <w:rPr>
          <w:rStyle w:val="a9"/>
        </w:rPr>
        <w:t xml:space="preserve">". </w:t>
      </w:r>
      <w:proofErr w:type="spellStart"/>
      <w:r w:rsidRPr="00362FEE">
        <w:rPr>
          <w:rStyle w:val="a9"/>
        </w:rPr>
        <w:t>Искитимский</w:t>
      </w:r>
      <w:proofErr w:type="spellEnd"/>
      <w:r w:rsidRPr="00362FEE">
        <w:rPr>
          <w:rStyle w:val="a9"/>
        </w:rPr>
        <w:t xml:space="preserve"> карьер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935F10" w:rsidRDefault="00935F10" w:rsidP="00935F1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Отметка о выполнении</w:t>
            </w: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6</w:t>
            </w: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Производственно-технический отдел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охраны труда и пр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мышленной безопасности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технического контроля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5. Старший техник-лаборант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Горный цех (карьер по добыче известняка)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6. Электромеханик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7. Машинист экскаватора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8. Машинист экскаватора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9. Тракторист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Аэрозоли ПФД: применение средств </w:t>
            </w:r>
            <w:r>
              <w:lastRenderedPageBreak/>
              <w:t>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lastRenderedPageBreak/>
              <w:t>Уменьшение времени конта</w:t>
            </w:r>
            <w:r>
              <w:t>к</w:t>
            </w:r>
            <w:r>
              <w:lastRenderedPageBreak/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11. Горнорабочий на маркше</w:t>
            </w:r>
            <w:r>
              <w:t>й</w:t>
            </w:r>
            <w:r>
              <w:t>дерских работах (3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Дробильно-сортировочный цех №1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12. Мастер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13. Слесарь-сантехник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Погрузо-разгрузочный цех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15. Мастер погрузочно-разгрузочных работ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16. Водитель погрузчика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17. Машинист бульдозера (5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18. Электромонтер по ремонту и обслуживанию электрооборуд</w:t>
            </w:r>
            <w:r>
              <w:t>о</w:t>
            </w:r>
            <w:r>
              <w:t>вания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Энергомеханическая</w:t>
            </w:r>
            <w:proofErr w:type="spellEnd"/>
            <w:r>
              <w:rPr>
                <w:b/>
                <w:i/>
              </w:rPr>
              <w:t xml:space="preserve"> служба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i/>
              </w:rPr>
            </w:pPr>
            <w:r>
              <w:rPr>
                <w:i/>
              </w:rPr>
              <w:t>Ремонтно-механический цех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24. Начальник цеха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25. Токарь (5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lastRenderedPageBreak/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lastRenderedPageBreak/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26. Токарь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27. Токарь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28. Токарь-карусельщик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29. Фрезеровщик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30. Слесарь-инструментальщик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31. Кузнец на молотах и прессах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фактора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i/>
              </w:rPr>
            </w:pPr>
            <w:r>
              <w:rPr>
                <w:i/>
              </w:rPr>
              <w:t>Участок по ремонту оборудов</w:t>
            </w:r>
            <w:r>
              <w:rPr>
                <w:i/>
              </w:rPr>
              <w:t>а</w:t>
            </w:r>
            <w:r>
              <w:rPr>
                <w:i/>
              </w:rPr>
              <w:t>ния Горного цеха (карьера по добыче известняка)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 xml:space="preserve">34. </w:t>
            </w:r>
            <w:proofErr w:type="spellStart"/>
            <w:r>
              <w:t>Электрогазосварщик</w:t>
            </w:r>
            <w:proofErr w:type="spellEnd"/>
            <w:r>
              <w:t xml:space="preserve">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Химический: Применение средств и</w:t>
            </w:r>
            <w:r>
              <w:t>н</w:t>
            </w:r>
            <w:r>
              <w:t>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i/>
              </w:rPr>
            </w:pPr>
            <w:r>
              <w:rPr>
                <w:i/>
              </w:rPr>
              <w:t>Участок по ремонту оборудов</w:t>
            </w:r>
            <w:r>
              <w:rPr>
                <w:i/>
              </w:rPr>
              <w:t>а</w:t>
            </w:r>
            <w:r>
              <w:rPr>
                <w:i/>
              </w:rPr>
              <w:t>ния Дробильно-сортировочных цехов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 xml:space="preserve">35. </w:t>
            </w:r>
            <w:proofErr w:type="spellStart"/>
            <w:r>
              <w:t>Электрогазосварщик</w:t>
            </w:r>
            <w:proofErr w:type="spellEnd"/>
            <w:r>
              <w:t xml:space="preserve">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Химический: Применение средств и</w:t>
            </w:r>
            <w:r>
              <w:t>н</w:t>
            </w:r>
            <w:r>
              <w:t>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 xml:space="preserve">36. </w:t>
            </w:r>
            <w:proofErr w:type="spellStart"/>
            <w:r>
              <w:t>Электрогазосварщик</w:t>
            </w:r>
            <w:proofErr w:type="spellEnd"/>
            <w:r>
              <w:t xml:space="preserve">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Химический: Применение средств и</w:t>
            </w:r>
            <w:r>
              <w:t>н</w:t>
            </w:r>
            <w:r>
              <w:t>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 xml:space="preserve">37. </w:t>
            </w:r>
            <w:proofErr w:type="spellStart"/>
            <w:r>
              <w:t>Электрогазосварщик</w:t>
            </w:r>
            <w:proofErr w:type="spellEnd"/>
            <w:r>
              <w:t xml:space="preserve">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Химический: Применение средств и</w:t>
            </w:r>
            <w:r>
              <w:t>н</w:t>
            </w:r>
            <w:r>
              <w:t>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 xml:space="preserve">38. </w:t>
            </w:r>
            <w:proofErr w:type="spellStart"/>
            <w:r>
              <w:t>Электрогазосварщик</w:t>
            </w:r>
            <w:proofErr w:type="spellEnd"/>
            <w:r>
              <w:t xml:space="preserve">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Химический: Применение средств и</w:t>
            </w:r>
            <w:r>
              <w:t>н</w:t>
            </w:r>
            <w:r>
              <w:t>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 xml:space="preserve">39. </w:t>
            </w:r>
            <w:proofErr w:type="spellStart"/>
            <w:r>
              <w:t>Электрогазосварщик</w:t>
            </w:r>
            <w:proofErr w:type="spellEnd"/>
            <w:r>
              <w:t xml:space="preserve">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Химический: Применение средств и</w:t>
            </w:r>
            <w:r>
              <w:t>н</w:t>
            </w:r>
            <w:r>
              <w:lastRenderedPageBreak/>
              <w:t>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lastRenderedPageBreak/>
              <w:t>Уменьшение времени конта</w:t>
            </w:r>
            <w:r>
              <w:t>к</w:t>
            </w:r>
            <w:r>
              <w:lastRenderedPageBreak/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40. Слесарь-ремонтник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41. Слесарь-ремонтник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42. Слесарь-ремонтник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43. Слесарь-ремонтник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44. Слесарь-ремонтник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45. Слесарь-ремонтник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46. Слесарь-ремонтник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i/>
              </w:rPr>
            </w:pPr>
            <w:r>
              <w:rPr>
                <w:i/>
              </w:rPr>
              <w:t>Участок по ремонту оборудов</w:t>
            </w:r>
            <w:r>
              <w:rPr>
                <w:i/>
              </w:rPr>
              <w:t>а</w:t>
            </w:r>
            <w:r>
              <w:rPr>
                <w:i/>
              </w:rPr>
              <w:t>ния Горного цеха (карьера по добыче известняка)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47. Слесарь по ремонту обор</w:t>
            </w:r>
            <w:r>
              <w:t>у</w:t>
            </w:r>
            <w:r>
              <w:t>дования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i/>
              </w:rPr>
            </w:pPr>
            <w:r>
              <w:rPr>
                <w:i/>
              </w:rPr>
              <w:t>Электроремонтный цех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50. Электромонтер по ремонту и обслуживанию электрооборуд</w:t>
            </w:r>
            <w:r>
              <w:t>о</w:t>
            </w:r>
            <w:r>
              <w:lastRenderedPageBreak/>
              <w:t>вания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lastRenderedPageBreak/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lastRenderedPageBreak/>
              <w:t>51. Электромонтер по ремонту и обслуживанию электрооборуд</w:t>
            </w:r>
            <w:r>
              <w:t>о</w:t>
            </w:r>
            <w:r>
              <w:t>вания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i/>
              </w:rPr>
            </w:pPr>
            <w:r>
              <w:rPr>
                <w:i/>
              </w:rPr>
              <w:t>Участок по ремонту оборудов</w:t>
            </w:r>
            <w:r>
              <w:rPr>
                <w:i/>
              </w:rPr>
              <w:t>а</w:t>
            </w:r>
            <w:r>
              <w:rPr>
                <w:i/>
              </w:rPr>
              <w:t>ния Горного цеха (карьера по добыче известняка)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52. Электрослесарь по ремонту оборудования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53. Электрослесарь по ремонту оборудования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i/>
              </w:rPr>
            </w:pPr>
            <w:r>
              <w:rPr>
                <w:i/>
              </w:rPr>
              <w:t>Участок по ремонту оборудов</w:t>
            </w:r>
            <w:r>
              <w:rPr>
                <w:i/>
              </w:rPr>
              <w:t>а</w:t>
            </w:r>
            <w:r>
              <w:rPr>
                <w:i/>
              </w:rPr>
              <w:t>ния Дробильно-сортировочных цехов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54. Электрослесарь (слесарь) дежурный и по ремонту обор</w:t>
            </w:r>
            <w:r>
              <w:t>у</w:t>
            </w:r>
            <w:r>
              <w:t>дования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55. Электрослесарь (слесарь) дежурный и по ремонту обор</w:t>
            </w:r>
            <w:r>
              <w:t>у</w:t>
            </w:r>
            <w:r>
              <w:t>дования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59.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60.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61.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62.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63.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64.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65.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66.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67.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68.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Тяжесть: Организовать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lastRenderedPageBreak/>
              <w:t>69.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70. Водитель автомобиля (7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71. Водитель автомобиля (6 к</w:t>
            </w:r>
            <w:r>
              <w:t>а</w:t>
            </w:r>
            <w:r>
              <w:t>тегории,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73. Водитель автомобиля (Вод</w:t>
            </w:r>
            <w:r>
              <w:t>и</w:t>
            </w:r>
            <w:r>
              <w:t>тель автобуса)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74. Водитель автомобиля (Вод</w:t>
            </w:r>
            <w:r>
              <w:t>и</w:t>
            </w:r>
            <w:r>
              <w:t>тель автобуса)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75. Вулканизаторщик (6 разряд)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Автозаправочная станция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362FEE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Дробильно-сортировочный цех №2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362FEE" w:rsidRDefault="00935F10" w:rsidP="00935F10">
            <w:pPr>
              <w:pStyle w:val="aa"/>
              <w:jc w:val="left"/>
            </w:pPr>
            <w:r>
              <w:t>78. Механик цеха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</w:tbl>
    <w:p w:rsidR="00A9269F" w:rsidRDefault="00A9269F" w:rsidP="0066364F">
      <w:pPr>
        <w:pStyle w:val="a7"/>
        <w:spacing w:before="0"/>
        <w:jc w:val="center"/>
        <w:rPr>
          <w:b w:val="0"/>
        </w:rPr>
      </w:pPr>
    </w:p>
    <w:p w:rsidR="00935F10" w:rsidRDefault="00935F10" w:rsidP="00935F10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407922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407922">
        <w:rPr>
          <w:rStyle w:val="a9"/>
        </w:rPr>
        <w:t xml:space="preserve"> Акционерное общество "Новосибирское </w:t>
      </w:r>
      <w:proofErr w:type="spellStart"/>
      <w:r w:rsidRPr="00407922">
        <w:rPr>
          <w:rStyle w:val="a9"/>
        </w:rPr>
        <w:t>карьероуправление</w:t>
      </w:r>
      <w:proofErr w:type="spellEnd"/>
      <w:r w:rsidRPr="00407922">
        <w:rPr>
          <w:rStyle w:val="a9"/>
        </w:rPr>
        <w:t xml:space="preserve">". (Медведский карьер)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E657CD" w:rsidRDefault="00E657CD" w:rsidP="00E657C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Отметка о выполнении</w:t>
            </w: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6</w:t>
            </w: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3686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37000001. Директор карьера</w:t>
            </w:r>
          </w:p>
        </w:tc>
        <w:tc>
          <w:tcPr>
            <w:tcW w:w="3686" w:type="dxa"/>
            <w:vAlign w:val="center"/>
          </w:tcPr>
          <w:p w:rsidR="00E657CD" w:rsidRPr="00063DF1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E657CD" w:rsidRPr="00063DF1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 xml:space="preserve">водственных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37000002. Директор технич</w:t>
            </w:r>
            <w:r>
              <w:t>е</w:t>
            </w:r>
            <w:r>
              <w:lastRenderedPageBreak/>
              <w:t>ский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lastRenderedPageBreak/>
              <w:t>Шум: Применять средства защиты о</w:t>
            </w:r>
            <w:r>
              <w:t>р</w:t>
            </w:r>
            <w:r>
              <w:lastRenderedPageBreak/>
              <w:t>ганов слуха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lastRenderedPageBreak/>
              <w:t>Защита от воздействия прои</w:t>
            </w:r>
            <w:r>
              <w:t>з</w:t>
            </w:r>
            <w:r>
              <w:lastRenderedPageBreak/>
              <w:t xml:space="preserve">водственных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lastRenderedPageBreak/>
              <w:t>37000009. Техник-лаборант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 при работе в ДСЦ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Горный цех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37000012. Начальник цеха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 xml:space="preserve">водственных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37000013. Мастер горный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 xml:space="preserve">водственных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37000014. Машинист экскават</w:t>
            </w:r>
            <w:r>
              <w:t>о</w:t>
            </w:r>
            <w:r>
              <w:t>ра (6 разряд)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соблюдать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>мы труда  и отдыха. Проверить состо</w:t>
            </w:r>
            <w:r>
              <w:t>я</w:t>
            </w:r>
            <w:r>
              <w:t xml:space="preserve">ние средств </w:t>
            </w:r>
            <w:proofErr w:type="spellStart"/>
            <w:r>
              <w:t>шумоизоляции</w:t>
            </w:r>
            <w:proofErr w:type="spellEnd"/>
            <w:r>
              <w:t xml:space="preserve"> кабины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>ствия шума. Защита от во</w:t>
            </w:r>
            <w:r>
              <w:t>з</w:t>
            </w:r>
            <w:r>
              <w:t xml:space="preserve">действия производственных факторов.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Соблюдать рационал</w:t>
            </w:r>
            <w:r>
              <w:t>ь</w:t>
            </w:r>
            <w:r>
              <w:t>ные режимы труда  и отдыха. Ос</w:t>
            </w:r>
            <w:r>
              <w:t>у</w:t>
            </w:r>
            <w:r>
              <w:t xml:space="preserve">ществлять постоянный </w:t>
            </w:r>
            <w:proofErr w:type="gramStart"/>
            <w:r>
              <w:t>контроль за</w:t>
            </w:r>
            <w:proofErr w:type="gramEnd"/>
            <w:r>
              <w:t xml:space="preserve"> с</w:t>
            </w:r>
            <w:r>
              <w:t>о</w:t>
            </w:r>
            <w:r>
              <w:t>стоянием средств виброизоляции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вибрации. Снижение вибрации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spellStart"/>
            <w:proofErr w:type="gramEnd"/>
            <w:r>
              <w:t>лок</w:t>
            </w:r>
            <w:proofErr w:type="spellEnd"/>
            <w:r>
              <w:t>): Соблюдать рационал</w:t>
            </w:r>
            <w:r>
              <w:t>ь</w:t>
            </w:r>
            <w:r>
              <w:t>ные режимы труда  и отдыха.   Ос</w:t>
            </w:r>
            <w:r>
              <w:t>у</w:t>
            </w:r>
            <w:r>
              <w:t xml:space="preserve">ществлять постоянный </w:t>
            </w:r>
            <w:proofErr w:type="gramStart"/>
            <w:r>
              <w:t>контроль за</w:t>
            </w:r>
            <w:proofErr w:type="gramEnd"/>
            <w:r>
              <w:t xml:space="preserve"> с</w:t>
            </w:r>
            <w:r>
              <w:t>о</w:t>
            </w:r>
            <w:r>
              <w:t>стоянием средств виброизоляции</w:t>
            </w:r>
          </w:p>
          <w:p w:rsidR="00E657CD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вибрации. Снижение уровня  вибрации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37000015. Машинист насосных установок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 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 xml:space="preserve">водственных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Дробильно-сортировочный цех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37000016. Начальник цеха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 xml:space="preserve">водственных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37000017. Дробильщик(4 ра</w:t>
            </w:r>
            <w:r>
              <w:t>з</w:t>
            </w:r>
            <w:r>
              <w:lastRenderedPageBreak/>
              <w:t>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lastRenderedPageBreak/>
              <w:t xml:space="preserve">Аэрозоли ПФД: использовать средства  </w:t>
            </w:r>
            <w:r>
              <w:lastRenderedPageBreak/>
              <w:t>защиты органов дыхания.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lastRenderedPageBreak/>
              <w:t>Защита от воздействия вре</w:t>
            </w:r>
            <w:r>
              <w:t>д</w:t>
            </w:r>
            <w:r>
              <w:lastRenderedPageBreak/>
              <w:t>ных производственных фа</w:t>
            </w:r>
            <w:r>
              <w:t>к</w:t>
            </w:r>
            <w:r>
              <w:t>торов. Уменьшение времени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>водственных факторов. Сн</w:t>
            </w:r>
            <w:r>
              <w:t>и</w:t>
            </w:r>
            <w:r>
              <w:t xml:space="preserve">жение времени  воздействия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 xml:space="preserve">37000018. </w:t>
            </w:r>
            <w:proofErr w:type="spellStart"/>
            <w:r>
              <w:t>Грохотовщик</w:t>
            </w:r>
            <w:proofErr w:type="spellEnd"/>
            <w:r>
              <w:t>(3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 защиты органов дыхания.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>торов. Уменьшение времени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>водственных факторов. Сн</w:t>
            </w:r>
            <w:r>
              <w:t>и</w:t>
            </w:r>
            <w:r>
              <w:t xml:space="preserve">жение времени  воздействия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37000019. Машинист конвейера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 защиты органов дыхания.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>торов. Уменьшение времени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>водственных факторов. Сн</w:t>
            </w:r>
            <w:r>
              <w:t>и</w:t>
            </w:r>
            <w:r>
              <w:t xml:space="preserve">жение времени  воздействия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 xml:space="preserve">37000020. </w:t>
            </w:r>
            <w:proofErr w:type="spellStart"/>
            <w:r>
              <w:t>Электрогазосва</w:t>
            </w:r>
            <w:r>
              <w:t>р</w:t>
            </w:r>
            <w:r>
              <w:t>щик</w:t>
            </w:r>
            <w:proofErr w:type="spellEnd"/>
            <w:r>
              <w:t>(6 разряд)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Химический: Использовать средства защиты органов дыхания</w:t>
            </w:r>
            <w:proofErr w:type="gramStart"/>
            <w:r>
              <w:t xml:space="preserve"> .</w:t>
            </w:r>
            <w:proofErr w:type="gramEnd"/>
            <w:r>
              <w:t xml:space="preserve">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>торов. Уменьшение времени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Применять средства защиты глаз и лица, специальную одежду, изготовленную из тканей, наименее пропускающих УФИ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 xml:space="preserve">водственных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  <w:r>
              <w:t xml:space="preserve">37000021. Слесарь-ремонтник </w:t>
            </w:r>
          </w:p>
          <w:p w:rsidR="00E657CD" w:rsidRPr="005C0BAE" w:rsidRDefault="00E657CD" w:rsidP="00F47807">
            <w:pPr>
              <w:pStyle w:val="aa"/>
              <w:jc w:val="left"/>
            </w:pPr>
            <w:r>
              <w:lastRenderedPageBreak/>
              <w:t>(6 разряд)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lastRenderedPageBreak/>
              <w:t xml:space="preserve">Аэрозоли ПФД: использовать средства  </w:t>
            </w:r>
            <w:r>
              <w:lastRenderedPageBreak/>
              <w:t>защиты органов дыхания.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lastRenderedPageBreak/>
              <w:t>Защита от воздействия вре</w:t>
            </w:r>
            <w:r>
              <w:t>д</w:t>
            </w:r>
            <w:r>
              <w:lastRenderedPageBreak/>
              <w:t>ных производственных фа</w:t>
            </w:r>
            <w:r>
              <w:t>к</w:t>
            </w:r>
            <w:r>
              <w:t>торов. Уменьшение времени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>водственных факторов. Сн</w:t>
            </w:r>
            <w:r>
              <w:t>и</w:t>
            </w:r>
            <w:r>
              <w:t xml:space="preserve">жение времени  воздействия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  <w:r>
              <w:t>37000022. Слесарь-ремонтник</w:t>
            </w:r>
          </w:p>
          <w:p w:rsidR="00E657CD" w:rsidRPr="005C0BAE" w:rsidRDefault="00E657CD" w:rsidP="00F47807">
            <w:pPr>
              <w:pStyle w:val="aa"/>
              <w:jc w:val="left"/>
            </w:pPr>
            <w:r>
              <w:t>(5 разряд)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 защиты органов дыхания.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>торов. Уменьшение времени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слуха.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>водственных факторов. Сн</w:t>
            </w:r>
            <w:r>
              <w:t>и</w:t>
            </w:r>
            <w:r>
              <w:t xml:space="preserve">жение времени  воздействия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F47807" w:rsidRPr="005C0BAE" w:rsidRDefault="00F47807" w:rsidP="00F47807">
            <w:pPr>
              <w:pStyle w:val="aa"/>
              <w:jc w:val="left"/>
            </w:pPr>
            <w:r>
              <w:t>37000026. Водитель автомобиля (7 категории II группы)</w:t>
            </w: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Аэрозоли ПФД: соблюдать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 xml:space="preserve">общ): Осуществлять  </w:t>
            </w:r>
            <w:proofErr w:type="gramStart"/>
            <w:r>
              <w:t>ко</w:t>
            </w:r>
            <w:r>
              <w:t>н</w:t>
            </w:r>
            <w:r>
              <w:t>троль за</w:t>
            </w:r>
            <w:proofErr w:type="gramEnd"/>
            <w:r>
              <w:t xml:space="preserve"> состоянием средств виброиз</w:t>
            </w:r>
            <w:r>
              <w:t>о</w:t>
            </w:r>
            <w:r>
              <w:t>ляции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Снижение вибрации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Освещение:  увеличить уровень иску</w:t>
            </w:r>
            <w:r>
              <w:t>с</w:t>
            </w:r>
            <w:r>
              <w:t>ственного освещения  в боксе.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F47807" w:rsidRPr="005C0BAE" w:rsidRDefault="00F47807" w:rsidP="00F47807">
            <w:pPr>
              <w:pStyle w:val="aa"/>
              <w:jc w:val="left"/>
            </w:pPr>
            <w:r>
              <w:t>37000027. Машинист крана а</w:t>
            </w:r>
            <w:r>
              <w:t>в</w:t>
            </w:r>
            <w:r>
              <w:t>томобильного (6 разряд)</w:t>
            </w: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>мы труда  и отдыха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Осуществлять пост</w:t>
            </w:r>
            <w:r>
              <w:t>о</w:t>
            </w:r>
            <w:r>
              <w:t xml:space="preserve">янный </w:t>
            </w:r>
            <w:proofErr w:type="gramStart"/>
            <w:r>
              <w:t>контроль за</w:t>
            </w:r>
            <w:proofErr w:type="gramEnd"/>
            <w:r>
              <w:t xml:space="preserve"> состоянием средств виброизоляции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Снижение вибрации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F47807" w:rsidRPr="005C0BAE" w:rsidRDefault="00F47807" w:rsidP="00F47807">
            <w:pPr>
              <w:pStyle w:val="aa"/>
              <w:jc w:val="left"/>
            </w:pPr>
            <w:r>
              <w:t>37000028. Водитель легкового автомобиля</w:t>
            </w: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Освещение:  увеличить уровень иску</w:t>
            </w:r>
            <w:r>
              <w:t>с</w:t>
            </w:r>
            <w:r>
              <w:t>ственного освещения в боксе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F47807" w:rsidRPr="005C0BAE" w:rsidRDefault="00F47807" w:rsidP="00F47807">
            <w:pPr>
              <w:pStyle w:val="aa"/>
              <w:jc w:val="left"/>
            </w:pPr>
            <w:r>
              <w:t xml:space="preserve">37000029. Водитель автомобиля </w:t>
            </w:r>
            <w:r>
              <w:lastRenderedPageBreak/>
              <w:t>(2 категории I группы)</w:t>
            </w: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lastRenderedPageBreak/>
              <w:t>Освещение:  увеличить уровень иску</w:t>
            </w:r>
            <w:r>
              <w:t>с</w:t>
            </w:r>
            <w:r>
              <w:lastRenderedPageBreak/>
              <w:t>ственного освещения  в боксе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lastRenderedPageBreak/>
              <w:t xml:space="preserve">Увеличение искусственной </w:t>
            </w:r>
            <w:r>
              <w:lastRenderedPageBreak/>
              <w:t xml:space="preserve">освещенности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F47807" w:rsidRPr="005C0BAE" w:rsidRDefault="00F47807" w:rsidP="00F47807">
            <w:pPr>
              <w:pStyle w:val="aa"/>
              <w:jc w:val="left"/>
            </w:pPr>
            <w:r>
              <w:t xml:space="preserve">37000030. </w:t>
            </w:r>
            <w:proofErr w:type="gramStart"/>
            <w:r>
              <w:t>Тракторист (К-700) 6 разряд)</w:t>
            </w:r>
            <w:proofErr w:type="gramEnd"/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Аэрозоли ПФД: соблюдать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>мы труда  и отдыха. Проверить состо</w:t>
            </w:r>
            <w:r>
              <w:t>я</w:t>
            </w:r>
            <w:r>
              <w:t xml:space="preserve">ние средств </w:t>
            </w:r>
            <w:proofErr w:type="spellStart"/>
            <w:r>
              <w:t>шумоизоляции</w:t>
            </w:r>
            <w:proofErr w:type="spellEnd"/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>ствия шума. Защита от во</w:t>
            </w:r>
            <w:r>
              <w:t>з</w:t>
            </w:r>
            <w:r>
              <w:t xml:space="preserve">действия производственных факторов.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Соблюдать рационал</w:t>
            </w:r>
            <w:r>
              <w:t>ь</w:t>
            </w:r>
            <w:r>
              <w:t>ные режимы труда  и отдыха. Ос</w:t>
            </w:r>
            <w:r>
              <w:t>у</w:t>
            </w:r>
            <w:r>
              <w:t xml:space="preserve">ществлять постоянный </w:t>
            </w:r>
            <w:proofErr w:type="gramStart"/>
            <w:r>
              <w:t>контроль за</w:t>
            </w:r>
            <w:proofErr w:type="gramEnd"/>
            <w:r>
              <w:t xml:space="preserve"> с</w:t>
            </w:r>
            <w:r>
              <w:t>о</w:t>
            </w:r>
            <w:r>
              <w:t>стоянием средств виброизоляции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вибрации. Снижение вибрации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spellStart"/>
            <w:proofErr w:type="gramEnd"/>
            <w:r>
              <w:t>лок</w:t>
            </w:r>
            <w:proofErr w:type="spellEnd"/>
            <w:r>
              <w:t>) Соблюдать рационал</w:t>
            </w:r>
            <w:r>
              <w:t>ь</w:t>
            </w:r>
            <w:r>
              <w:t>ные режимы труда  и отдыха. Ос</w:t>
            </w:r>
            <w:r>
              <w:t>у</w:t>
            </w:r>
            <w:r>
              <w:t xml:space="preserve">ществлять постоянный </w:t>
            </w:r>
            <w:proofErr w:type="gramStart"/>
            <w:r>
              <w:t>контроль за</w:t>
            </w:r>
            <w:proofErr w:type="gramEnd"/>
            <w:r>
              <w:t xml:space="preserve"> с</w:t>
            </w:r>
            <w:r>
              <w:t>о</w:t>
            </w:r>
            <w:r>
              <w:t>стоянием средств виброизоляции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</w:t>
            </w:r>
            <w:proofErr w:type="spellStart"/>
            <w:r>
              <w:t>вибрации</w:t>
            </w:r>
            <w:proofErr w:type="gramStart"/>
            <w:r>
              <w:t>.С</w:t>
            </w:r>
            <w:proofErr w:type="gramEnd"/>
            <w:r>
              <w:t>нижение</w:t>
            </w:r>
            <w:proofErr w:type="spellEnd"/>
            <w:r>
              <w:t xml:space="preserve"> уровня  вибрации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Освещение:  увеличить уровень иску</w:t>
            </w:r>
            <w:r>
              <w:t>с</w:t>
            </w:r>
            <w:r>
              <w:t>ственного освещения в боксе.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F47807" w:rsidRPr="005C0BAE" w:rsidRDefault="00F47807" w:rsidP="00F47807">
            <w:pPr>
              <w:pStyle w:val="aa"/>
              <w:jc w:val="left"/>
            </w:pPr>
            <w:r>
              <w:t>37000031. Водитель автобуса</w:t>
            </w: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>мы труда  и отдыха.  Проверять состо</w:t>
            </w:r>
            <w:r>
              <w:t>я</w:t>
            </w:r>
            <w:r>
              <w:t xml:space="preserve">ние средств </w:t>
            </w:r>
            <w:proofErr w:type="spellStart"/>
            <w:r>
              <w:t>шумоизоляции</w:t>
            </w:r>
            <w:proofErr w:type="spellEnd"/>
            <w:r>
              <w:t xml:space="preserve"> кабины, двигателя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>ствия шума. Защита от во</w:t>
            </w:r>
            <w:r>
              <w:t>з</w:t>
            </w:r>
            <w:r>
              <w:t xml:space="preserve">действия производственных факторов.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 xml:space="preserve">общ):  Осуществлять  </w:t>
            </w:r>
            <w:proofErr w:type="gramStart"/>
            <w:r>
              <w:t>ко</w:t>
            </w:r>
            <w:r>
              <w:t>н</w:t>
            </w:r>
            <w:r>
              <w:t>троль за</w:t>
            </w:r>
            <w:proofErr w:type="gramEnd"/>
            <w:r>
              <w:t xml:space="preserve"> состоянием средств виброиз</w:t>
            </w:r>
            <w:r>
              <w:t>о</w:t>
            </w:r>
            <w:r>
              <w:t>ляции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Снижение вибрации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Освещение:  увеличить уровень иску</w:t>
            </w:r>
            <w:r>
              <w:t>с</w:t>
            </w:r>
            <w:r>
              <w:t>ственного освещения  в боксе</w:t>
            </w: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Увеличение искусственной освещенности 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F47807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F47807" w:rsidRDefault="00F47807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7807" w:rsidRDefault="00F47807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  <w:p w:rsidR="00F47807" w:rsidRDefault="00F47807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F47807" w:rsidRDefault="00F47807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7807" w:rsidRPr="00063DF1" w:rsidRDefault="00F47807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37000032. Машинист бульдозера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соблюдать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>мы труда  и отдыха. Проверить состо</w:t>
            </w:r>
            <w:r>
              <w:t>я</w:t>
            </w:r>
            <w:r>
              <w:t xml:space="preserve">ние средств </w:t>
            </w:r>
            <w:proofErr w:type="spellStart"/>
            <w:r>
              <w:t>шумоизоляции</w:t>
            </w:r>
            <w:proofErr w:type="spellEnd"/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>ствия шума.</w:t>
            </w:r>
            <w:proofErr w:type="gramStart"/>
            <w:r>
              <w:t xml:space="preserve"> .</w:t>
            </w:r>
            <w:proofErr w:type="gramEnd"/>
            <w:r>
              <w:t xml:space="preserve"> Защита от во</w:t>
            </w:r>
            <w:r>
              <w:t>з</w:t>
            </w:r>
            <w:r>
              <w:t xml:space="preserve">действия производственных факторов.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Соблюдать рационал</w:t>
            </w:r>
            <w:r>
              <w:t>ь</w:t>
            </w:r>
            <w:r>
              <w:t>ные режимы труда  и отдыха. Ос</w:t>
            </w:r>
            <w:r>
              <w:t>у</w:t>
            </w:r>
            <w:r>
              <w:t xml:space="preserve">ществлять постоянный </w:t>
            </w:r>
            <w:proofErr w:type="gramStart"/>
            <w:r>
              <w:t>контроль за</w:t>
            </w:r>
            <w:proofErr w:type="gramEnd"/>
            <w:r>
              <w:t xml:space="preserve"> с</w:t>
            </w:r>
            <w:r>
              <w:t>о</w:t>
            </w:r>
            <w:r>
              <w:t>стоянием средств виброизоляции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вибрации. Снижение вибрации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spellStart"/>
            <w:proofErr w:type="gramEnd"/>
            <w:r>
              <w:t>лок</w:t>
            </w:r>
            <w:proofErr w:type="spellEnd"/>
            <w:r>
              <w:t>) Соблюдать рационал</w:t>
            </w:r>
            <w:r>
              <w:t>ь</w:t>
            </w:r>
            <w:r>
              <w:t>ные режимы труда  и отдыха. Ос</w:t>
            </w:r>
            <w:r>
              <w:t>у</w:t>
            </w:r>
            <w:r>
              <w:lastRenderedPageBreak/>
              <w:t xml:space="preserve">ществлять постоянный </w:t>
            </w:r>
            <w:proofErr w:type="gramStart"/>
            <w:r>
              <w:t>контроль за</w:t>
            </w:r>
            <w:proofErr w:type="gramEnd"/>
            <w:r>
              <w:t xml:space="preserve"> с</w:t>
            </w:r>
            <w:r>
              <w:t>о</w:t>
            </w:r>
            <w:r>
              <w:t>стоянием средств виброизоляции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lastRenderedPageBreak/>
              <w:t>Снижение времени возде</w:t>
            </w:r>
            <w:r>
              <w:t>й</w:t>
            </w:r>
            <w:r>
              <w:t xml:space="preserve">ствия </w:t>
            </w:r>
            <w:proofErr w:type="spellStart"/>
            <w:r>
              <w:t>вибрации</w:t>
            </w:r>
            <w:proofErr w:type="gramStart"/>
            <w:r>
              <w:t>.С</w:t>
            </w:r>
            <w:proofErr w:type="gramEnd"/>
            <w:r>
              <w:t>нижение</w:t>
            </w:r>
            <w:proofErr w:type="spellEnd"/>
            <w:r>
              <w:t xml:space="preserve"> </w:t>
            </w:r>
            <w:r>
              <w:lastRenderedPageBreak/>
              <w:t xml:space="preserve">уровня  вибрации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Освещение:  увеличить уровень иску</w:t>
            </w:r>
            <w:r>
              <w:t>с</w:t>
            </w:r>
            <w:r>
              <w:t>ственного освещения в боксе.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Энергомеханическая</w:t>
            </w:r>
            <w:proofErr w:type="spellEnd"/>
            <w:r>
              <w:rPr>
                <w:b/>
                <w:i/>
              </w:rPr>
              <w:t xml:space="preserve"> служба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37000033. Электромеханик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37000034. Электрослесарь  д</w:t>
            </w:r>
            <w:r>
              <w:t>е</w:t>
            </w:r>
            <w:r>
              <w:t>журный и по ремонту оборуд</w:t>
            </w:r>
            <w:r>
              <w:t>о</w:t>
            </w:r>
            <w:r>
              <w:t>вания (5 разряд)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37000035. Токарь (6 разряд)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Использовать средства защиты органов слуха.</w:t>
            </w:r>
          </w:p>
          <w:p w:rsidR="00E657CD" w:rsidRDefault="00E657CD" w:rsidP="00F47807">
            <w:pPr>
              <w:pStyle w:val="aa"/>
            </w:pPr>
          </w:p>
          <w:p w:rsidR="00E657CD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proofErr w:type="spellStart"/>
            <w:r>
              <w:t>ащита</w:t>
            </w:r>
            <w:proofErr w:type="spellEnd"/>
            <w:r>
              <w:t xml:space="preserve"> от воздействия вре</w:t>
            </w:r>
            <w:r>
              <w:t>д</w:t>
            </w:r>
            <w:r>
              <w:t xml:space="preserve">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 xml:space="preserve">37000036. </w:t>
            </w:r>
            <w:proofErr w:type="spellStart"/>
            <w:r>
              <w:t>Электрогазосва</w:t>
            </w:r>
            <w:r>
              <w:t>р</w:t>
            </w:r>
            <w:r>
              <w:t>щик</w:t>
            </w:r>
            <w:proofErr w:type="spellEnd"/>
            <w:r>
              <w:t>(6 разряд)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Химический: Использовать средства защиты органов дыхания</w:t>
            </w:r>
            <w:proofErr w:type="gramStart"/>
            <w:r>
              <w:t xml:space="preserve"> .</w:t>
            </w:r>
            <w:proofErr w:type="gramEnd"/>
            <w:r>
              <w:t xml:space="preserve"> Соблюдать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>торов. Уменьшение времени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Соблюдать рационал</w:t>
            </w:r>
            <w:r>
              <w:t>ь</w:t>
            </w:r>
            <w:r>
              <w:t>ные режимы труда и отдыха. Использ</w:t>
            </w:r>
            <w:r>
              <w:t>о</w:t>
            </w:r>
            <w:r>
              <w:t>вать средства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>та с вредными веществами. 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Применять средства защиты глаз и лица, специальную одежду, изготовленную из тканей, наименее пропускающих УФИ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37000037. Машинист (кочегар) котельной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Для защиты органов дыхания использовать респиратор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Применять средства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 xml:space="preserve">водственных факторов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Административно-хозяйственный отдел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Не требуются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Производственный участок погрузки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37000042. Начальник участка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Использовать средства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lastRenderedPageBreak/>
              <w:t>37000043. Водитель погрузчика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При работе в карьере использовать средства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Шум:  Проверить состояние средств </w:t>
            </w:r>
            <w:proofErr w:type="spellStart"/>
            <w:r>
              <w:t>шумоизоляции</w:t>
            </w:r>
            <w:proofErr w:type="spellEnd"/>
            <w:r>
              <w:t>. Соблюдать рационал</w:t>
            </w:r>
            <w:r>
              <w:t>ь</w:t>
            </w:r>
            <w:r>
              <w:t>ные режимы труда  и отдыха.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>водственных факторов. Сн</w:t>
            </w:r>
            <w:r>
              <w:t>и</w:t>
            </w:r>
            <w:r>
              <w:t xml:space="preserve">жение времени  воздействия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37000044. Водитель погрузчика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При работе в карьере использовать средства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Шум:  Проверить состояние средств </w:t>
            </w:r>
            <w:proofErr w:type="spellStart"/>
            <w:r>
              <w:t>шумоизоляции</w:t>
            </w:r>
            <w:proofErr w:type="spellEnd"/>
            <w:r>
              <w:t>. Соблюдать рационал</w:t>
            </w:r>
            <w:r>
              <w:t>ь</w:t>
            </w:r>
            <w:r>
              <w:t>ные режимы труда  и отдыха.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>водственных факторов. Сн</w:t>
            </w:r>
            <w:r>
              <w:t>и</w:t>
            </w:r>
            <w:r>
              <w:t xml:space="preserve">жение времени  воздействия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 w:val="restart"/>
            <w:vAlign w:val="center"/>
          </w:tcPr>
          <w:p w:rsidR="00E657CD" w:rsidRPr="005C0BAE" w:rsidRDefault="00E657CD" w:rsidP="00F47807">
            <w:pPr>
              <w:pStyle w:val="aa"/>
              <w:jc w:val="left"/>
            </w:pPr>
            <w:r>
              <w:t>37000045. Водитель погрузчика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При работе в карьере использовать средства защиты органов дыхания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вре</w:t>
            </w:r>
            <w:r>
              <w:t>д</w:t>
            </w:r>
            <w:r>
              <w:t>ных производственных фа</w:t>
            </w:r>
            <w:r>
              <w:t>к</w:t>
            </w:r>
            <w:r>
              <w:t xml:space="preserve">торов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Merge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Шум:  Проверить состояние средств </w:t>
            </w:r>
            <w:proofErr w:type="spellStart"/>
            <w:r>
              <w:t>шумоизоляции</w:t>
            </w:r>
            <w:proofErr w:type="spellEnd"/>
            <w:r>
              <w:t>. Соблюдать рационал</w:t>
            </w:r>
            <w:r>
              <w:t>ь</w:t>
            </w:r>
            <w:r>
              <w:t>ные режимы труда  и отдыха.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Защита от воздействия прои</w:t>
            </w:r>
            <w:r>
              <w:t>з</w:t>
            </w:r>
            <w:r>
              <w:t>водственных факторов. Сн</w:t>
            </w:r>
            <w:r>
              <w:t>и</w:t>
            </w:r>
            <w:r>
              <w:t xml:space="preserve">жение времени  воздействия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</w:tbl>
    <w:p w:rsidR="00E657CD" w:rsidRDefault="00E657CD" w:rsidP="00935F10">
      <w:pPr>
        <w:rPr>
          <w:rStyle w:val="a9"/>
        </w:rPr>
      </w:pPr>
    </w:p>
    <w:p w:rsidR="00E657CD" w:rsidRPr="00710271" w:rsidRDefault="00E657CD" w:rsidP="00935F10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407922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407922">
        <w:rPr>
          <w:rStyle w:val="a9"/>
        </w:rPr>
        <w:t xml:space="preserve"> Акционерное общество "Новосибирское </w:t>
      </w:r>
      <w:proofErr w:type="spellStart"/>
      <w:r w:rsidRPr="00407922">
        <w:rPr>
          <w:rStyle w:val="a9"/>
        </w:rPr>
        <w:t>карьероуправление</w:t>
      </w:r>
      <w:proofErr w:type="spellEnd"/>
      <w:r w:rsidRPr="00407922">
        <w:rPr>
          <w:rStyle w:val="a9"/>
        </w:rPr>
        <w:t xml:space="preserve">". (Медведский карьер) </w:t>
      </w:r>
      <w:r w:rsidRPr="00883461">
        <w:rPr>
          <w:rStyle w:val="a9"/>
        </w:rPr>
        <w:fldChar w:fldCharType="end"/>
      </w:r>
    </w:p>
    <w:p w:rsidR="00935F10" w:rsidRDefault="00935F10" w:rsidP="00935F1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Отметка о выполнении</w:t>
            </w: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  <w:r w:rsidRPr="00063DF1">
              <w:t>6</w:t>
            </w: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407922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407922" w:rsidRDefault="00935F10" w:rsidP="00935F10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Энергомеханическая</w:t>
            </w:r>
            <w:proofErr w:type="spellEnd"/>
            <w:r>
              <w:rPr>
                <w:b/>
                <w:i/>
              </w:rPr>
              <w:t xml:space="preserve"> служба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407922" w:rsidRDefault="00935F10" w:rsidP="00935F10">
            <w:pPr>
              <w:pStyle w:val="aa"/>
              <w:jc w:val="left"/>
            </w:pPr>
            <w:r>
              <w:t>2. Слесарь по ремонту оборуд</w:t>
            </w:r>
            <w:r>
              <w:t>о</w:t>
            </w:r>
            <w:r>
              <w:t>вания (6 разряд)</w:t>
            </w:r>
          </w:p>
        </w:tc>
        <w:tc>
          <w:tcPr>
            <w:tcW w:w="3686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Pr="00063DF1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407922" w:rsidRDefault="00935F10" w:rsidP="00935F1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407922" w:rsidRDefault="00935F10" w:rsidP="00935F10">
            <w:pPr>
              <w:pStyle w:val="aa"/>
              <w:jc w:val="left"/>
            </w:pPr>
            <w:r>
              <w:t>3. Водитель автомобиля (Вод</w:t>
            </w:r>
            <w:r>
              <w:t>и</w:t>
            </w:r>
            <w:r>
              <w:t>тель автобуса)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Align w:val="center"/>
          </w:tcPr>
          <w:p w:rsidR="00935F10" w:rsidRPr="00407922" w:rsidRDefault="00935F10" w:rsidP="00935F10">
            <w:pPr>
              <w:pStyle w:val="aa"/>
              <w:jc w:val="left"/>
            </w:pPr>
            <w:r>
              <w:t>4. Водитель автомобиля (2 кат</w:t>
            </w:r>
            <w:r>
              <w:t>е</w:t>
            </w:r>
            <w:r>
              <w:t>гории 1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 w:val="restart"/>
            <w:vAlign w:val="center"/>
          </w:tcPr>
          <w:p w:rsidR="00935F10" w:rsidRPr="00407922" w:rsidRDefault="00935F10" w:rsidP="00935F10">
            <w:pPr>
              <w:pStyle w:val="aa"/>
              <w:jc w:val="left"/>
            </w:pPr>
            <w:r>
              <w:t>5. Водитель автомобиля (7 кат</w:t>
            </w:r>
            <w:r>
              <w:t>е</w:t>
            </w:r>
            <w:r>
              <w:t>гории, 2 группы)</w:t>
            </w: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  <w:tr w:rsidR="00935F10" w:rsidRPr="00AF49A3" w:rsidTr="00935F10">
        <w:trPr>
          <w:jc w:val="center"/>
        </w:trPr>
        <w:tc>
          <w:tcPr>
            <w:tcW w:w="3049" w:type="dxa"/>
            <w:vMerge/>
            <w:vAlign w:val="center"/>
          </w:tcPr>
          <w:p w:rsidR="00935F10" w:rsidRDefault="00935F10" w:rsidP="00935F10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35F10" w:rsidRDefault="00935F10" w:rsidP="00935F10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35F10" w:rsidRDefault="00935F10" w:rsidP="00935F10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3294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  <w:tc>
          <w:tcPr>
            <w:tcW w:w="1315" w:type="dxa"/>
            <w:vAlign w:val="center"/>
          </w:tcPr>
          <w:p w:rsidR="00935F10" w:rsidRPr="00063DF1" w:rsidRDefault="00935F10" w:rsidP="00935F10">
            <w:pPr>
              <w:pStyle w:val="aa"/>
            </w:pPr>
          </w:p>
        </w:tc>
      </w:tr>
    </w:tbl>
    <w:p w:rsidR="00A9269F" w:rsidRDefault="00A9269F" w:rsidP="0066364F">
      <w:pPr>
        <w:pStyle w:val="a7"/>
        <w:spacing w:before="0"/>
        <w:jc w:val="center"/>
        <w:rPr>
          <w:b w:val="0"/>
        </w:rPr>
      </w:pPr>
    </w:p>
    <w:p w:rsidR="00EA31C4" w:rsidRDefault="00EA31C4" w:rsidP="0066364F">
      <w:pPr>
        <w:pStyle w:val="a7"/>
        <w:spacing w:before="0"/>
        <w:jc w:val="center"/>
        <w:rPr>
          <w:b w:val="0"/>
        </w:rPr>
      </w:pPr>
    </w:p>
    <w:p w:rsidR="00EA31C4" w:rsidRDefault="00EA31C4" w:rsidP="00EA31C4">
      <w:pPr>
        <w:pStyle w:val="a7"/>
        <w:spacing w:before="0"/>
        <w:rPr>
          <w:rStyle w:val="a9"/>
          <w:b w:val="0"/>
        </w:rPr>
      </w:pPr>
      <w:r w:rsidRPr="00EA31C4">
        <w:rPr>
          <w:b w:val="0"/>
        </w:rPr>
        <w:t>Наименование организации:</w:t>
      </w:r>
      <w:r w:rsidRPr="00EA31C4">
        <w:rPr>
          <w:rStyle w:val="a9"/>
          <w:b w:val="0"/>
        </w:rPr>
        <w:t xml:space="preserve"> </w:t>
      </w:r>
      <w:r w:rsidRPr="00EA31C4">
        <w:rPr>
          <w:rStyle w:val="a9"/>
          <w:b w:val="0"/>
        </w:rPr>
        <w:fldChar w:fldCharType="begin"/>
      </w:r>
      <w:r w:rsidRPr="00EA31C4">
        <w:rPr>
          <w:rStyle w:val="a9"/>
          <w:b w:val="0"/>
        </w:rPr>
        <w:instrText xml:space="preserve"> DOCVARIABLE </w:instrText>
      </w:r>
      <w:r w:rsidRPr="00EA31C4">
        <w:rPr>
          <w:rStyle w:val="a9"/>
          <w:b w:val="0"/>
          <w:lang w:val="en-US"/>
        </w:rPr>
        <w:instrText>ceh</w:instrText>
      </w:r>
      <w:r w:rsidRPr="00EA31C4">
        <w:rPr>
          <w:rStyle w:val="a9"/>
          <w:b w:val="0"/>
        </w:rPr>
        <w:instrText>_</w:instrText>
      </w:r>
      <w:r w:rsidRPr="00EA31C4">
        <w:rPr>
          <w:rStyle w:val="a9"/>
          <w:b w:val="0"/>
          <w:lang w:val="en-US"/>
        </w:rPr>
        <w:instrText>info</w:instrText>
      </w:r>
      <w:r w:rsidRPr="00EA31C4">
        <w:rPr>
          <w:rStyle w:val="a9"/>
          <w:b w:val="0"/>
        </w:rPr>
        <w:instrText xml:space="preserve"> \* MERGEFORMAT </w:instrText>
      </w:r>
      <w:r w:rsidRPr="00EA31C4">
        <w:rPr>
          <w:rStyle w:val="a9"/>
          <w:b w:val="0"/>
        </w:rPr>
        <w:fldChar w:fldCharType="separate"/>
      </w:r>
      <w:r w:rsidRPr="00EA31C4">
        <w:rPr>
          <w:rStyle w:val="a9"/>
          <w:b w:val="0"/>
        </w:rPr>
        <w:t xml:space="preserve"> Акционерное общество "Новосибирское </w:t>
      </w:r>
      <w:proofErr w:type="spellStart"/>
      <w:r w:rsidRPr="00EA31C4">
        <w:rPr>
          <w:rStyle w:val="a9"/>
          <w:b w:val="0"/>
        </w:rPr>
        <w:t>карьероуправление</w:t>
      </w:r>
      <w:proofErr w:type="spellEnd"/>
      <w:r w:rsidRPr="00EA31C4">
        <w:rPr>
          <w:rStyle w:val="a9"/>
          <w:b w:val="0"/>
        </w:rPr>
        <w:t>". (</w:t>
      </w:r>
      <w:proofErr w:type="spellStart"/>
      <w:r>
        <w:rPr>
          <w:rStyle w:val="a9"/>
          <w:b w:val="0"/>
        </w:rPr>
        <w:t>Новобибеевский</w:t>
      </w:r>
      <w:proofErr w:type="spellEnd"/>
      <w:r w:rsidRPr="00EA31C4">
        <w:rPr>
          <w:rStyle w:val="a9"/>
          <w:b w:val="0"/>
        </w:rPr>
        <w:t xml:space="preserve"> карьер) </w:t>
      </w:r>
      <w:r w:rsidRPr="00EA31C4">
        <w:rPr>
          <w:rStyle w:val="a9"/>
          <w:b w:val="0"/>
        </w:rPr>
        <w:fldChar w:fldCharType="end"/>
      </w:r>
    </w:p>
    <w:p w:rsidR="00F47807" w:rsidRPr="00EA31C4" w:rsidRDefault="00F47807" w:rsidP="00EA31C4">
      <w:pPr>
        <w:pStyle w:val="a7"/>
        <w:spacing w:before="0"/>
        <w:rPr>
          <w:b w:val="0"/>
        </w:rPr>
      </w:pPr>
    </w:p>
    <w:tbl>
      <w:tblPr>
        <w:tblW w:w="1511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5"/>
        <w:gridCol w:w="4500"/>
        <w:gridCol w:w="1605"/>
        <w:gridCol w:w="2745"/>
        <w:gridCol w:w="3450"/>
        <w:gridCol w:w="1205"/>
      </w:tblGrid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20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структурного подразделения, рабочего места</w:t>
            </w:r>
          </w:p>
        </w:tc>
        <w:tc>
          <w:tcPr>
            <w:tcW w:w="4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Наименование мероприятия </w:t>
            </w:r>
          </w:p>
        </w:tc>
        <w:tc>
          <w:tcPr>
            <w:tcW w:w="16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Цель   </w:t>
            </w:r>
            <w:r>
              <w:rPr>
                <w:color w:val="000000"/>
                <w:sz w:val="20"/>
              </w:rPr>
              <w:br/>
              <w:t>мероприятия</w:t>
            </w:r>
          </w:p>
        </w:tc>
        <w:tc>
          <w:tcPr>
            <w:tcW w:w="27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Срок выполнения</w:t>
            </w:r>
          </w:p>
        </w:tc>
        <w:tc>
          <w:tcPr>
            <w:tcW w:w="3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Структурные подразделения, привлек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емые для выполнения мероприятия</w:t>
            </w:r>
          </w:p>
        </w:tc>
        <w:tc>
          <w:tcPr>
            <w:tcW w:w="12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Отметка о выполнении</w:t>
            </w: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511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Pr="00206543" w:rsidRDefault="00EA31C4" w:rsidP="00EA31C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proofErr w:type="spellStart"/>
            <w:r w:rsidRPr="00206543">
              <w:rPr>
                <w:b/>
                <w:color w:val="000000"/>
                <w:sz w:val="20"/>
              </w:rPr>
              <w:t>Новобибеевский</w:t>
            </w:r>
            <w:proofErr w:type="spellEnd"/>
            <w:r w:rsidRPr="00206543">
              <w:rPr>
                <w:b/>
                <w:color w:val="000000"/>
                <w:sz w:val="20"/>
              </w:rPr>
              <w:t xml:space="preserve"> карьер</w:t>
            </w: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1511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31C4" w:rsidRPr="00206543" w:rsidRDefault="00EA31C4" w:rsidP="00EA31C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206543">
              <w:rPr>
                <w:b/>
                <w:color w:val="000000"/>
                <w:sz w:val="20"/>
              </w:rPr>
              <w:t>Горный цех</w:t>
            </w: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17, Машинист экскаватора (6 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18, Помощник машиниста экск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ватора (6 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 xml:space="preserve">19, Машинист экскаватора (6 </w:t>
            </w:r>
            <w:r>
              <w:rPr>
                <w:color w:val="000000"/>
                <w:sz w:val="20"/>
              </w:rPr>
              <w:lastRenderedPageBreak/>
              <w:t>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20, Машинист экскаватора (6 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21, Машинист экскаватора (6 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22, Электросл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сарь дежурный и по ремонту об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рудования (5 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23, Электросл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сарь дежурный и по ремонту об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lastRenderedPageBreak/>
              <w:t>рудования (5 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lastRenderedPageBreak/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1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Pr="00206543" w:rsidRDefault="00EA31C4" w:rsidP="00EA31C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206543">
              <w:rPr>
                <w:b/>
                <w:color w:val="000000"/>
                <w:sz w:val="20"/>
              </w:rPr>
              <w:lastRenderedPageBreak/>
              <w:t>Автотранспортный цех</w:t>
            </w: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24,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25,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26, Водитель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грузчика (5 разр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27,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lastRenderedPageBreak/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br/>
              <w:t>28,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(5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>29, Машинист автогрейдера (В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дитель автогре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дера 5 разряда)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 xml:space="preserve">блюдать предусмотренные регламентированные </w:t>
            </w:r>
            <w:r>
              <w:rPr>
                <w:color w:val="000000"/>
                <w:sz w:val="20"/>
              </w:rPr>
              <w:lastRenderedPageBreak/>
              <w:t>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35, Водитель 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томобиля (7 кат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гории (2группа))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снижения вредного воздействия шума испол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зовать средства индивидуальной защиты органов слуха.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шума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 (неудобная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чая поза), с целью восстановления нормального физиологического состояния работника, для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держания высокого уровня работоспособности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предусмотренные регламентированные перерывы  в течение рабочего дня.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Установить причины превышения норм общей ви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рации. Довести уровни общей вибрации до норм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тивных значений.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вибрации общей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  <w:t xml:space="preserve">36, </w:t>
            </w:r>
            <w:proofErr w:type="spellStart"/>
            <w:r>
              <w:rPr>
                <w:color w:val="000000"/>
                <w:sz w:val="20"/>
              </w:rPr>
              <w:t>Электрог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зосварщик</w:t>
            </w:r>
            <w:proofErr w:type="spellEnd"/>
            <w:r>
              <w:rPr>
                <w:color w:val="000000"/>
                <w:sz w:val="20"/>
              </w:rPr>
              <w:t xml:space="preserve"> (4 ра</w:t>
            </w:r>
            <w:r>
              <w:rPr>
                <w:color w:val="000000"/>
                <w:sz w:val="20"/>
              </w:rPr>
              <w:t>з</w:t>
            </w:r>
            <w:r>
              <w:rPr>
                <w:color w:val="000000"/>
                <w:sz w:val="20"/>
              </w:rPr>
              <w:t>ряд)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Использовать средства индивидуальной защиты органов дыхания (респираторы).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химического фа</w:t>
            </w: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z w:val="20"/>
              </w:rPr>
              <w:t>тора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EA31C4" w:rsidTr="00EA3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Учитывая тяжелые условия труда, с целью восст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новления нормального физиологического состояния работника, для поддержания высокого уровня раб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тоспособности рекомендуется соблюдать регламе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тированные перерывы в течение рабочего дня,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блюдать режим труда и отдыха.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вре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ного воздействия тяжести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EA31C4" w:rsidRDefault="00EA31C4" w:rsidP="00EA31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</w:tbl>
    <w:p w:rsidR="00935F10" w:rsidRDefault="00935F10" w:rsidP="0066364F">
      <w:pPr>
        <w:pStyle w:val="a7"/>
        <w:spacing w:before="0"/>
        <w:jc w:val="center"/>
        <w:rPr>
          <w:b w:val="0"/>
        </w:rPr>
      </w:pPr>
    </w:p>
    <w:p w:rsidR="00E657CD" w:rsidRPr="00710271" w:rsidRDefault="00E657CD" w:rsidP="00E657CD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61415A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61415A">
        <w:rPr>
          <w:rStyle w:val="a9"/>
        </w:rPr>
        <w:t xml:space="preserve"> Акционерное общество "Новосибирское </w:t>
      </w:r>
      <w:proofErr w:type="spellStart"/>
      <w:r w:rsidRPr="0061415A">
        <w:rPr>
          <w:rStyle w:val="a9"/>
        </w:rPr>
        <w:t>карьероуправление</w:t>
      </w:r>
      <w:proofErr w:type="spellEnd"/>
      <w:r w:rsidRPr="0061415A">
        <w:rPr>
          <w:rStyle w:val="a9"/>
        </w:rPr>
        <w:t xml:space="preserve">". </w:t>
      </w:r>
      <w:proofErr w:type="spellStart"/>
      <w:r w:rsidRPr="0061415A">
        <w:rPr>
          <w:rStyle w:val="a9"/>
        </w:rPr>
        <w:t>Новобибеевский</w:t>
      </w:r>
      <w:proofErr w:type="spellEnd"/>
      <w:r w:rsidRPr="0061415A">
        <w:rPr>
          <w:rStyle w:val="a9"/>
        </w:rPr>
        <w:t xml:space="preserve"> карьер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E657CD" w:rsidRDefault="00E657CD" w:rsidP="00E657C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Отметка о выполнении</w:t>
            </w: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  <w:r w:rsidRPr="00063DF1">
              <w:t>6</w:t>
            </w: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61415A" w:rsidRDefault="00E657CD" w:rsidP="00F4780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Горный цех</w:t>
            </w:r>
          </w:p>
        </w:tc>
        <w:tc>
          <w:tcPr>
            <w:tcW w:w="3686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61415A" w:rsidRDefault="00E657CD" w:rsidP="00F47807">
            <w:pPr>
              <w:pStyle w:val="aa"/>
              <w:jc w:val="left"/>
            </w:pPr>
            <w:r>
              <w:t>1. Машинист экскаватора (6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E657CD" w:rsidRPr="00063DF1" w:rsidRDefault="00E657CD" w:rsidP="00F47807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E657CD" w:rsidRPr="00063DF1" w:rsidRDefault="00E657CD" w:rsidP="00F47807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61415A" w:rsidRDefault="00E657CD" w:rsidP="00F4780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61415A" w:rsidRDefault="00E657CD" w:rsidP="00F47807">
            <w:pPr>
              <w:pStyle w:val="aa"/>
              <w:jc w:val="left"/>
            </w:pPr>
            <w:r>
              <w:t>2. Водитель погрузчика (5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Pr="0061415A" w:rsidRDefault="00E657CD" w:rsidP="00F47807">
            <w:pPr>
              <w:pStyle w:val="aa"/>
              <w:jc w:val="left"/>
            </w:pPr>
            <w:r>
              <w:t>3. Водитель автомобиля (3 кат</w:t>
            </w:r>
            <w:r>
              <w:t>е</w:t>
            </w:r>
            <w:r>
              <w:t>гории, 2 группы)</w:t>
            </w: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>Аэрозоли ПФД: применение средств индивидуальной защиты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  <w:tr w:rsidR="00E657CD" w:rsidRPr="00AF49A3" w:rsidTr="00F47807">
        <w:trPr>
          <w:jc w:val="center"/>
        </w:trPr>
        <w:tc>
          <w:tcPr>
            <w:tcW w:w="3049" w:type="dxa"/>
            <w:vAlign w:val="center"/>
          </w:tcPr>
          <w:p w:rsidR="00E657CD" w:rsidRDefault="00E657CD" w:rsidP="00F4780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657CD" w:rsidRDefault="00E657CD" w:rsidP="00F47807">
            <w:pPr>
              <w:pStyle w:val="aa"/>
            </w:pPr>
            <w:r>
              <w:t xml:space="preserve">Тяжесть: Организовать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835" w:type="dxa"/>
            <w:vAlign w:val="center"/>
          </w:tcPr>
          <w:p w:rsidR="00E657CD" w:rsidRDefault="00E657CD" w:rsidP="00F47807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57CD" w:rsidRPr="00063DF1" w:rsidRDefault="00E657CD" w:rsidP="00F47807">
            <w:pPr>
              <w:pStyle w:val="aa"/>
            </w:pPr>
          </w:p>
        </w:tc>
      </w:tr>
    </w:tbl>
    <w:p w:rsidR="00E657CD" w:rsidRDefault="00E657CD" w:rsidP="0066364F">
      <w:pPr>
        <w:pStyle w:val="a7"/>
        <w:spacing w:before="0"/>
        <w:jc w:val="center"/>
        <w:rPr>
          <w:b w:val="0"/>
        </w:rPr>
      </w:pPr>
    </w:p>
    <w:p w:rsidR="00E657CD" w:rsidRDefault="00E657CD" w:rsidP="0066364F">
      <w:pPr>
        <w:pStyle w:val="a7"/>
        <w:spacing w:before="0"/>
        <w:jc w:val="center"/>
        <w:rPr>
          <w:b w:val="0"/>
        </w:rPr>
      </w:pPr>
    </w:p>
    <w:p w:rsidR="00DB70BA" w:rsidRDefault="009B0E89" w:rsidP="00DB70BA">
      <w:pPr>
        <w:pStyle w:val="a6"/>
        <w:jc w:val="center"/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61415A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61415A">
        <w:rPr>
          <w:rStyle w:val="a9"/>
        </w:rPr>
        <w:t xml:space="preserve"> Акционерное общество "Новосибирское </w:t>
      </w:r>
      <w:proofErr w:type="spellStart"/>
      <w:r w:rsidRPr="0061415A">
        <w:rPr>
          <w:rStyle w:val="a9"/>
        </w:rPr>
        <w:t>карьероуправление</w:t>
      </w:r>
      <w:proofErr w:type="spellEnd"/>
      <w:r w:rsidRPr="0061415A">
        <w:rPr>
          <w:rStyle w:val="a9"/>
        </w:rPr>
        <w:t xml:space="preserve">". </w:t>
      </w:r>
      <w:proofErr w:type="spellStart"/>
      <w:r>
        <w:rPr>
          <w:rStyle w:val="a9"/>
        </w:rPr>
        <w:t>Шайдуровский</w:t>
      </w:r>
      <w:proofErr w:type="spellEnd"/>
      <w:r w:rsidRPr="0061415A">
        <w:rPr>
          <w:rStyle w:val="a9"/>
        </w:rPr>
        <w:t xml:space="preserve"> карьер </w:t>
      </w:r>
      <w:r w:rsidRPr="00883461">
        <w:rPr>
          <w:rStyle w:val="a9"/>
        </w:rPr>
        <w:fldChar w:fldCharType="end"/>
      </w:r>
    </w:p>
    <w:p w:rsidR="009B0E89" w:rsidRDefault="009B0E89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6372"/>
        <w:gridCol w:w="1951"/>
        <w:gridCol w:w="1254"/>
        <w:gridCol w:w="2182"/>
        <w:gridCol w:w="1424"/>
      </w:tblGrid>
      <w:tr w:rsidR="005B3392" w:rsidRPr="00AF49A3" w:rsidTr="005071D0">
        <w:trPr>
          <w:jc w:val="center"/>
        </w:trPr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0" w:type="auto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</w:t>
            </w:r>
            <w:r w:rsidRPr="00063DF1">
              <w:t>з</w:t>
            </w:r>
            <w:r w:rsidRPr="00063DF1">
              <w:t>деления, привлека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0" w:type="auto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Align w:val="center"/>
          </w:tcPr>
          <w:p w:rsidR="00D45260" w:rsidRPr="00D45260" w:rsidRDefault="00D45260" w:rsidP="00D4526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0" w:type="auto"/>
            <w:vAlign w:val="center"/>
          </w:tcPr>
          <w:p w:rsidR="00D45260" w:rsidRPr="00063DF1" w:rsidRDefault="00D45260" w:rsidP="00DB70BA">
            <w:pPr>
              <w:pStyle w:val="aa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DB70BA">
            <w:pPr>
              <w:pStyle w:val="aa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DB70BA">
            <w:pPr>
              <w:pStyle w:val="aa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DB70BA">
            <w:pPr>
              <w:pStyle w:val="aa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DB70BA">
            <w:pPr>
              <w:pStyle w:val="aa"/>
            </w:pPr>
          </w:p>
        </w:tc>
      </w:tr>
      <w:tr w:rsidR="005B3392" w:rsidRPr="00AF49A3" w:rsidTr="005071D0">
        <w:trPr>
          <w:trHeight w:val="20"/>
          <w:jc w:val="center"/>
        </w:trPr>
        <w:tc>
          <w:tcPr>
            <w:tcW w:w="0" w:type="auto"/>
            <w:vMerge w:val="restart"/>
            <w:vAlign w:val="center"/>
          </w:tcPr>
          <w:p w:rsidR="009E557F" w:rsidRPr="00D45260" w:rsidRDefault="00925F29" w:rsidP="005071D0">
            <w:pPr>
              <w:pStyle w:val="aa"/>
              <w:jc w:val="left"/>
            </w:pPr>
            <w:r>
              <w:t>1</w:t>
            </w:r>
            <w:r w:rsidR="009E557F">
              <w:t>. Заместитель директора по производству</w:t>
            </w:r>
          </w:p>
        </w:tc>
        <w:tc>
          <w:tcPr>
            <w:tcW w:w="0" w:type="auto"/>
            <w:vAlign w:val="center"/>
          </w:tcPr>
          <w:p w:rsidR="00A4345C" w:rsidRPr="00063DF1" w:rsidRDefault="009E557F" w:rsidP="005071D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</w:t>
            </w:r>
            <w:r w:rsidR="00BF3A01">
              <w:t>.</w:t>
            </w:r>
            <w:r w:rsidR="00A32E73">
              <w:t xml:space="preserve"> Соблюдение режима труда и отдыха в соответствии с графиком работы организ</w:t>
            </w:r>
            <w:r w:rsidR="00A32E73">
              <w:t>а</w:t>
            </w:r>
            <w:r w:rsidR="00A32E73">
              <w:t>ции.</w:t>
            </w:r>
          </w:p>
        </w:tc>
        <w:tc>
          <w:tcPr>
            <w:tcW w:w="0" w:type="auto"/>
            <w:vAlign w:val="center"/>
          </w:tcPr>
          <w:p w:rsidR="009E557F" w:rsidRPr="00063DF1" w:rsidRDefault="009E557F" w:rsidP="005071D0">
            <w:pPr>
              <w:pStyle w:val="aa"/>
              <w:spacing w:line="240" w:lineRule="atLeast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>ствами</w:t>
            </w:r>
            <w:r w:rsidR="00925F29">
              <w:t>.</w:t>
            </w:r>
          </w:p>
        </w:tc>
        <w:tc>
          <w:tcPr>
            <w:tcW w:w="0" w:type="auto"/>
            <w:vAlign w:val="center"/>
          </w:tcPr>
          <w:p w:rsidR="009E557F" w:rsidRPr="00063DF1" w:rsidRDefault="009E557F" w:rsidP="005071D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25F29" w:rsidRPr="00063DF1" w:rsidRDefault="00925F29" w:rsidP="005071D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E557F" w:rsidRPr="00063DF1" w:rsidRDefault="009E557F" w:rsidP="005071D0">
            <w:pPr>
              <w:pStyle w:val="aa"/>
              <w:jc w:val="left"/>
            </w:pPr>
          </w:p>
        </w:tc>
      </w:tr>
      <w:tr w:rsidR="005B3392" w:rsidRPr="00AF49A3" w:rsidTr="005071D0">
        <w:trPr>
          <w:trHeight w:val="269"/>
          <w:jc w:val="center"/>
        </w:trPr>
        <w:tc>
          <w:tcPr>
            <w:tcW w:w="0" w:type="auto"/>
            <w:vMerge/>
            <w:vAlign w:val="center"/>
          </w:tcPr>
          <w:p w:rsidR="009E557F" w:rsidRDefault="009E557F" w:rsidP="005071D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E557F" w:rsidRDefault="00A4345C" w:rsidP="005071D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9E557F" w:rsidRDefault="00A4345C" w:rsidP="005071D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9E557F" w:rsidRPr="00A4345C" w:rsidRDefault="009E557F" w:rsidP="005071D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E557F" w:rsidRPr="00063DF1" w:rsidRDefault="009E557F" w:rsidP="005071D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E557F" w:rsidRPr="00063DF1" w:rsidRDefault="009E557F" w:rsidP="005071D0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FC0185" w:rsidRPr="00D45260" w:rsidRDefault="007D5914" w:rsidP="00A4345C">
            <w:pPr>
              <w:pStyle w:val="aa"/>
              <w:jc w:val="left"/>
            </w:pPr>
            <w:r>
              <w:t>2</w:t>
            </w:r>
            <w:r w:rsidR="00FC0185">
              <w:t>. Электромеханик</w:t>
            </w:r>
          </w:p>
        </w:tc>
        <w:tc>
          <w:tcPr>
            <w:tcW w:w="0" w:type="auto"/>
            <w:vAlign w:val="center"/>
          </w:tcPr>
          <w:p w:rsidR="00FC0185" w:rsidRPr="00063DF1" w:rsidRDefault="00FC0185" w:rsidP="005071D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FC0185" w:rsidRDefault="00FC0185" w:rsidP="00A4345C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FC0185" w:rsidRPr="00063DF1" w:rsidRDefault="00FC0185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C0185" w:rsidRPr="00063DF1" w:rsidRDefault="00FC0185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C0185" w:rsidRPr="00063DF1" w:rsidRDefault="00FC0185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FC0185" w:rsidRDefault="00FC0185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C0185" w:rsidRDefault="00FC0185" w:rsidP="00A4345C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FC0185" w:rsidRDefault="00FC0185" w:rsidP="00A4345C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FC0185" w:rsidRPr="00063DF1" w:rsidRDefault="00FC0185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C0185" w:rsidRPr="00063DF1" w:rsidRDefault="00FC0185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C0185" w:rsidRPr="00063DF1" w:rsidRDefault="00FC0185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3616A9" w:rsidRDefault="003616A9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3616A9" w:rsidRDefault="003616A9" w:rsidP="00E372FC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3616A9" w:rsidRDefault="003616A9" w:rsidP="00E372FC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3616A9" w:rsidRPr="00A4345C" w:rsidRDefault="003616A9" w:rsidP="00E372FC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616A9" w:rsidRPr="00063DF1" w:rsidRDefault="003616A9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3616A9" w:rsidRPr="00063DF1" w:rsidRDefault="003616A9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Align w:val="center"/>
          </w:tcPr>
          <w:p w:rsidR="00D45260" w:rsidRPr="00D45260" w:rsidRDefault="00D45260" w:rsidP="00A4345C">
            <w:pPr>
              <w:pStyle w:val="aa"/>
              <w:jc w:val="left"/>
              <w:rPr>
                <w:b/>
                <w:i/>
              </w:rPr>
            </w:pPr>
            <w:r>
              <w:rPr>
                <w:b/>
                <w:i/>
              </w:rPr>
              <w:t>Горный цех</w:t>
            </w:r>
          </w:p>
        </w:tc>
        <w:tc>
          <w:tcPr>
            <w:tcW w:w="0" w:type="auto"/>
            <w:vAlign w:val="center"/>
          </w:tcPr>
          <w:p w:rsidR="00D45260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B56273" w:rsidRPr="00D45260" w:rsidRDefault="007D5914" w:rsidP="00A4345C">
            <w:pPr>
              <w:pStyle w:val="aa"/>
              <w:jc w:val="left"/>
            </w:pPr>
            <w:r>
              <w:t>3</w:t>
            </w:r>
            <w:r w:rsidR="00B56273">
              <w:t>. Механик</w:t>
            </w: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B56273" w:rsidRDefault="00B56273" w:rsidP="00A4345C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B56273" w:rsidRDefault="00B5627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A4345C">
            <w:pPr>
              <w:pStyle w:val="aa"/>
              <w:jc w:val="left"/>
            </w:pPr>
          </w:p>
        </w:tc>
      </w:tr>
      <w:tr w:rsidR="005B3392" w:rsidRPr="00AF49A3" w:rsidTr="00B56273">
        <w:trPr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:rsidR="00B56273" w:rsidRDefault="00B5627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B56273" w:rsidRPr="00A4345C" w:rsidRDefault="00B56273" w:rsidP="00E372FC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B56273" w:rsidRPr="00D45260" w:rsidRDefault="007D5914" w:rsidP="00A4345C">
            <w:pPr>
              <w:pStyle w:val="aa"/>
              <w:jc w:val="left"/>
            </w:pPr>
            <w:r>
              <w:t>4</w:t>
            </w:r>
            <w:r w:rsidR="00B56273">
              <w:t>. Мастер (Мастер горный)</w:t>
            </w: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lastRenderedPageBreak/>
              <w:t xml:space="preserve">ствами </w:t>
            </w: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B56273" w:rsidRDefault="00B5627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B56273" w:rsidRDefault="00B5627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B56273" w:rsidRDefault="00B56273" w:rsidP="00E372FC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B56273" w:rsidRPr="00A4345C" w:rsidRDefault="00B56273" w:rsidP="00E372FC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56273" w:rsidRPr="00063DF1" w:rsidRDefault="00B5627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F14316" w:rsidRPr="00D45260" w:rsidRDefault="00F14316" w:rsidP="00A4345C">
            <w:pPr>
              <w:pStyle w:val="aa"/>
              <w:jc w:val="left"/>
            </w:pPr>
            <w:r>
              <w:t>5. Машинист экскаватора (5 разряд)</w:t>
            </w: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F14316" w:rsidRDefault="00F14316" w:rsidP="00E372FC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F14316" w:rsidRPr="00063DF1" w:rsidRDefault="00F14316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B0592B" w:rsidRDefault="00B0592B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0592B" w:rsidRDefault="00B0592B" w:rsidP="00A4345C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B0592B" w:rsidRDefault="00B0592B" w:rsidP="00A4345C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B0592B" w:rsidRPr="00063DF1" w:rsidRDefault="00B0592B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0592B" w:rsidRPr="00063DF1" w:rsidRDefault="00B0592B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B0592B" w:rsidRPr="00063DF1" w:rsidRDefault="00B0592B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7D5914" w:rsidRDefault="007D5914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7D5914" w:rsidRDefault="007D5914" w:rsidP="00E372FC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7D5914" w:rsidRDefault="007D5914" w:rsidP="00E372FC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7D5914" w:rsidRPr="00063DF1" w:rsidRDefault="007D5914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7D5914" w:rsidRPr="00063DF1" w:rsidRDefault="007D5914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7D5914" w:rsidRPr="00063DF1" w:rsidRDefault="007D5914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7D5914" w:rsidRDefault="007D5914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7D5914" w:rsidRDefault="007D5914" w:rsidP="00E372FC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7D5914" w:rsidRDefault="007D5914" w:rsidP="00E372FC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7D5914" w:rsidRPr="00A4345C" w:rsidRDefault="007D5914" w:rsidP="00E372FC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D5914" w:rsidRPr="00063DF1" w:rsidRDefault="007D5914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7D5914" w:rsidRPr="00063DF1" w:rsidRDefault="007D5914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027C23" w:rsidRPr="00D45260" w:rsidRDefault="006A2041" w:rsidP="00A4345C">
            <w:pPr>
              <w:pStyle w:val="aa"/>
              <w:jc w:val="left"/>
            </w:pPr>
            <w:r>
              <w:t>6</w:t>
            </w:r>
            <w:r w:rsidR="00027C23">
              <w:t xml:space="preserve">. </w:t>
            </w:r>
            <w:proofErr w:type="spellStart"/>
            <w:r w:rsidR="00027C23">
              <w:t>Электрогазосварщик</w:t>
            </w:r>
            <w:proofErr w:type="spellEnd"/>
            <w:r w:rsidR="00027C23">
              <w:t xml:space="preserve"> (5 разряд)</w:t>
            </w:r>
          </w:p>
        </w:tc>
        <w:tc>
          <w:tcPr>
            <w:tcW w:w="0" w:type="auto"/>
            <w:vAlign w:val="center"/>
          </w:tcPr>
          <w:p w:rsidR="00027C23" w:rsidRDefault="00027C23" w:rsidP="00A4345C">
            <w:pPr>
              <w:pStyle w:val="aa"/>
              <w:jc w:val="left"/>
            </w:pPr>
            <w:r>
              <w:t>Химический: Для снижения вредного воздействия химического факт</w:t>
            </w:r>
            <w:r>
              <w:t>о</w:t>
            </w:r>
            <w:r>
              <w:t>ра, применять средства индивидуальной защиты органов дыхания (р</w:t>
            </w:r>
            <w:r>
              <w:t>е</w:t>
            </w:r>
            <w:r>
              <w:t xml:space="preserve">спираторы). </w:t>
            </w:r>
          </w:p>
        </w:tc>
        <w:tc>
          <w:tcPr>
            <w:tcW w:w="0" w:type="auto"/>
            <w:vAlign w:val="center"/>
          </w:tcPr>
          <w:p w:rsidR="00027C23" w:rsidRDefault="00027C23" w:rsidP="00A4345C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027C23" w:rsidRPr="00063DF1" w:rsidRDefault="00027C2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027C23" w:rsidRDefault="00027C2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Default="00027C23" w:rsidP="00E372FC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027C23" w:rsidRDefault="00027C23" w:rsidP="00E372FC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027C23" w:rsidRPr="00063DF1" w:rsidRDefault="00027C2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027C23" w:rsidRDefault="00027C2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Default="00027C23" w:rsidP="00A4345C">
            <w:pPr>
              <w:pStyle w:val="aa"/>
              <w:jc w:val="left"/>
            </w:pPr>
            <w:proofErr w:type="gramStart"/>
            <w:r>
              <w:t>УФ-излучение</w:t>
            </w:r>
            <w:proofErr w:type="gramEnd"/>
            <w:r>
              <w:t>: Для снижения  воздействия вредного фактора, прим</w:t>
            </w:r>
            <w:r>
              <w:t>е</w:t>
            </w:r>
            <w:r>
              <w:t>нять средства индивидуальной защиты.</w:t>
            </w:r>
          </w:p>
        </w:tc>
        <w:tc>
          <w:tcPr>
            <w:tcW w:w="0" w:type="auto"/>
            <w:vAlign w:val="center"/>
          </w:tcPr>
          <w:p w:rsidR="00027C23" w:rsidRDefault="00027C23" w:rsidP="00A4345C">
            <w:pPr>
              <w:pStyle w:val="aa"/>
              <w:jc w:val="left"/>
            </w:pPr>
            <w:r>
              <w:t>Снижение уровня воздействия вре</w:t>
            </w:r>
            <w:r>
              <w:t>д</w:t>
            </w:r>
            <w:r>
              <w:t xml:space="preserve">ного фактора </w:t>
            </w:r>
          </w:p>
        </w:tc>
        <w:tc>
          <w:tcPr>
            <w:tcW w:w="0" w:type="auto"/>
            <w:vAlign w:val="center"/>
          </w:tcPr>
          <w:p w:rsidR="00027C23" w:rsidRPr="00063DF1" w:rsidRDefault="00027C2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E372F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A4345C">
            <w:pPr>
              <w:pStyle w:val="aa"/>
              <w:jc w:val="left"/>
            </w:pPr>
          </w:p>
        </w:tc>
      </w:tr>
      <w:tr w:rsidR="005B3392" w:rsidRPr="00AF49A3" w:rsidTr="00027C23">
        <w:trPr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:rsidR="00027C23" w:rsidRDefault="00027C2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Default="00027C2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027C23" w:rsidRDefault="00027C2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027C23" w:rsidRPr="00A4345C" w:rsidRDefault="00027C2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027C23" w:rsidRPr="00D45260" w:rsidRDefault="006A2041" w:rsidP="00A4345C">
            <w:pPr>
              <w:pStyle w:val="aa"/>
              <w:jc w:val="left"/>
            </w:pPr>
            <w:r>
              <w:t>7</w:t>
            </w:r>
            <w:r w:rsidR="00027C23">
              <w:t>. Электрослесарь дежурный и по ремонту оборудования (5 разряд)</w:t>
            </w: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027C23" w:rsidRDefault="00027C23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027C23" w:rsidRDefault="00027C2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Default="00027C2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027C23" w:rsidRDefault="00027C2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027C23" w:rsidRPr="00A4345C" w:rsidRDefault="00027C2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027C23" w:rsidRPr="00D45260" w:rsidRDefault="006A2041" w:rsidP="00A4345C">
            <w:pPr>
              <w:pStyle w:val="aa"/>
              <w:jc w:val="left"/>
            </w:pPr>
            <w:r>
              <w:t>8</w:t>
            </w:r>
            <w:r w:rsidR="00027C23">
              <w:t xml:space="preserve">. Слесарь дежурный и по ремонту оборудования (4 </w:t>
            </w:r>
            <w:r w:rsidR="00027C23">
              <w:lastRenderedPageBreak/>
              <w:t>разряд)</w:t>
            </w: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  <w:r>
              <w:lastRenderedPageBreak/>
              <w:t>Аэрозоли ПФД: Для снижения вредного воздействия, применять сре</w:t>
            </w:r>
            <w:r>
              <w:t>д</w:t>
            </w:r>
            <w:r>
              <w:t xml:space="preserve">ства индивидуальной защиты органов дыхания. Соблюдение режима </w:t>
            </w:r>
            <w:r>
              <w:lastRenderedPageBreak/>
              <w:t>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027C23" w:rsidRDefault="00027C23" w:rsidP="00935F10">
            <w:pPr>
              <w:pStyle w:val="aa"/>
              <w:jc w:val="left"/>
            </w:pPr>
            <w:r>
              <w:lastRenderedPageBreak/>
              <w:t>Уменьшение вр</w:t>
            </w:r>
            <w:r>
              <w:t>е</w:t>
            </w:r>
            <w:r>
              <w:t xml:space="preserve">мени контакта с </w:t>
            </w:r>
            <w:r>
              <w:lastRenderedPageBreak/>
              <w:t>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027C23" w:rsidRDefault="00027C2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Default="00027C2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027C23" w:rsidRDefault="00027C2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027C23" w:rsidRPr="00A4345C" w:rsidRDefault="00027C2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027C23" w:rsidRPr="00063DF1" w:rsidRDefault="00027C23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Align w:val="center"/>
          </w:tcPr>
          <w:p w:rsidR="00D45260" w:rsidRPr="00D45260" w:rsidRDefault="00D45260" w:rsidP="00A4345C">
            <w:pPr>
              <w:pStyle w:val="aa"/>
              <w:jc w:val="left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0" w:type="auto"/>
            <w:vAlign w:val="center"/>
          </w:tcPr>
          <w:p w:rsidR="00D45260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</w:tr>
      <w:tr w:rsidR="00F14316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F14316" w:rsidRPr="00D45260" w:rsidRDefault="00F14316" w:rsidP="00A4345C">
            <w:pPr>
              <w:pStyle w:val="aa"/>
              <w:jc w:val="left"/>
            </w:pPr>
            <w:r>
              <w:t>9. Водитель автомобиля (6 категории, 2 группы)</w:t>
            </w: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F14316" w:rsidRDefault="00F14316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A4345C">
            <w:pPr>
              <w:pStyle w:val="aa"/>
              <w:jc w:val="left"/>
            </w:pPr>
          </w:p>
        </w:tc>
      </w:tr>
      <w:tr w:rsidR="00F1431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F14316" w:rsidRDefault="00F1431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Default="00F14316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F14316" w:rsidRDefault="00F14316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A4345C">
            <w:pPr>
              <w:pStyle w:val="aa"/>
              <w:jc w:val="left"/>
            </w:pPr>
          </w:p>
        </w:tc>
      </w:tr>
      <w:tr w:rsidR="00F1431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F14316" w:rsidRDefault="00F1431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Default="00F14316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F14316" w:rsidRDefault="00F14316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A4345C">
            <w:pPr>
              <w:pStyle w:val="aa"/>
              <w:jc w:val="left"/>
            </w:pPr>
          </w:p>
        </w:tc>
      </w:tr>
      <w:tr w:rsidR="00F1431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F14316" w:rsidRDefault="00F1431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Default="00F14316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F14316" w:rsidRDefault="00F14316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F14316" w:rsidRPr="00A4345C" w:rsidRDefault="00F14316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F14316" w:rsidRPr="00063DF1" w:rsidRDefault="00F14316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972EE3" w:rsidRPr="00D45260" w:rsidRDefault="00972EE3" w:rsidP="00A4345C">
            <w:pPr>
              <w:pStyle w:val="aa"/>
              <w:jc w:val="left"/>
            </w:pPr>
            <w:r>
              <w:t>10. Водитель автомобиля (5 категории, 2 группы)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972EE3" w:rsidRPr="00A4345C" w:rsidRDefault="00972EE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972EE3" w:rsidRPr="00D45260" w:rsidRDefault="00972EE3" w:rsidP="00A4345C">
            <w:pPr>
              <w:pStyle w:val="aa"/>
              <w:jc w:val="left"/>
            </w:pPr>
            <w:r>
              <w:t>11. Водитель погрузчика (5 разряд)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972EE3">
        <w:trPr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972EE3" w:rsidRPr="00A4345C" w:rsidRDefault="00972EE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972EE3" w:rsidRPr="00D45260" w:rsidRDefault="00972EE3" w:rsidP="00A4345C">
            <w:pPr>
              <w:pStyle w:val="aa"/>
              <w:jc w:val="left"/>
            </w:pPr>
            <w:r>
              <w:t>12. Токарь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972EE3" w:rsidRPr="00A4345C" w:rsidRDefault="00972EE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972EE3" w:rsidRPr="00D45260" w:rsidRDefault="00972EE3" w:rsidP="00A4345C">
            <w:pPr>
              <w:pStyle w:val="aa"/>
              <w:jc w:val="left"/>
            </w:pPr>
            <w:r>
              <w:t>13. Вулканизаторщик (3 ра</w:t>
            </w:r>
            <w:r>
              <w:t>з</w:t>
            </w:r>
            <w:r>
              <w:lastRenderedPageBreak/>
              <w:t>ряд)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lastRenderedPageBreak/>
              <w:t>Шум: Для снижения вредного воздействия, применять средства инд</w:t>
            </w:r>
            <w:r>
              <w:t>и</w:t>
            </w:r>
            <w:r>
              <w:lastRenderedPageBreak/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lastRenderedPageBreak/>
              <w:t xml:space="preserve">Снижение уровня  </w:t>
            </w:r>
            <w:r>
              <w:lastRenderedPageBreak/>
              <w:t>шума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972EE3" w:rsidRPr="00A4345C" w:rsidRDefault="00972EE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972EE3" w:rsidRPr="00D45260" w:rsidRDefault="00972EE3" w:rsidP="00A4345C">
            <w:pPr>
              <w:pStyle w:val="aa"/>
              <w:jc w:val="left"/>
            </w:pPr>
            <w:r>
              <w:t>14. Тракторист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972EE3" w:rsidRPr="00A4345C" w:rsidRDefault="00972EE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972EE3" w:rsidRPr="00D45260" w:rsidRDefault="00972EE3" w:rsidP="00A4345C">
            <w:pPr>
              <w:pStyle w:val="aa"/>
              <w:jc w:val="left"/>
            </w:pPr>
            <w:r>
              <w:t>15. Водитель автомобиля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A4345C">
            <w:pPr>
              <w:pStyle w:val="aa"/>
              <w:jc w:val="left"/>
            </w:pPr>
          </w:p>
        </w:tc>
      </w:tr>
      <w:tr w:rsidR="00972EE3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72EE3" w:rsidRDefault="00972EE3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972EE3" w:rsidRDefault="00972EE3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972EE3" w:rsidRPr="00A4345C" w:rsidRDefault="00972EE3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72EE3" w:rsidRPr="00063DF1" w:rsidRDefault="00972EE3" w:rsidP="00935F10">
            <w:pPr>
              <w:pStyle w:val="aa"/>
              <w:jc w:val="left"/>
            </w:pPr>
          </w:p>
        </w:tc>
      </w:tr>
      <w:tr w:rsidR="00446699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446699" w:rsidRPr="00D45260" w:rsidRDefault="001D03A6" w:rsidP="00A4345C">
            <w:pPr>
              <w:pStyle w:val="aa"/>
              <w:jc w:val="left"/>
            </w:pPr>
            <w:r>
              <w:t>16</w:t>
            </w:r>
            <w:r w:rsidR="00446699">
              <w:t>. Машинист автогрейдера</w:t>
            </w:r>
          </w:p>
        </w:tc>
        <w:tc>
          <w:tcPr>
            <w:tcW w:w="0" w:type="auto"/>
            <w:vAlign w:val="center"/>
          </w:tcPr>
          <w:p w:rsidR="00446699" w:rsidRPr="00063DF1" w:rsidRDefault="00446699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446699" w:rsidRDefault="00446699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446699" w:rsidRPr="00063DF1" w:rsidRDefault="0044669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Pr="00063DF1" w:rsidRDefault="0044669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Pr="00063DF1" w:rsidRDefault="00446699" w:rsidP="00A4345C">
            <w:pPr>
              <w:pStyle w:val="aa"/>
              <w:jc w:val="left"/>
            </w:pPr>
          </w:p>
        </w:tc>
      </w:tr>
      <w:tr w:rsidR="00446699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446699" w:rsidRDefault="00446699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Default="00446699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446699" w:rsidRDefault="00446699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446699" w:rsidRPr="00063DF1" w:rsidRDefault="0044669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Pr="00063DF1" w:rsidRDefault="0044669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Pr="00063DF1" w:rsidRDefault="00446699" w:rsidP="00A4345C">
            <w:pPr>
              <w:pStyle w:val="aa"/>
              <w:jc w:val="left"/>
            </w:pPr>
          </w:p>
        </w:tc>
      </w:tr>
      <w:tr w:rsidR="00446699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446699" w:rsidRDefault="00446699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Default="00446699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446699" w:rsidRDefault="00446699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446699" w:rsidRPr="00063DF1" w:rsidRDefault="0044669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Pr="00063DF1" w:rsidRDefault="0044669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Pr="00063DF1" w:rsidRDefault="00446699" w:rsidP="00A4345C">
            <w:pPr>
              <w:pStyle w:val="aa"/>
              <w:jc w:val="left"/>
            </w:pPr>
          </w:p>
        </w:tc>
      </w:tr>
      <w:tr w:rsidR="00446699" w:rsidRPr="00AF49A3" w:rsidTr="00446699">
        <w:trPr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:rsidR="00446699" w:rsidRDefault="00446699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Default="00446699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446699" w:rsidRDefault="00446699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446699" w:rsidRPr="00A4345C" w:rsidRDefault="00446699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446699" w:rsidRPr="00063DF1" w:rsidRDefault="0044669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446699" w:rsidRPr="00063DF1" w:rsidRDefault="00446699" w:rsidP="00A4345C">
            <w:pPr>
              <w:pStyle w:val="aa"/>
              <w:jc w:val="left"/>
            </w:pPr>
          </w:p>
        </w:tc>
      </w:tr>
      <w:tr w:rsidR="00E238FF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E238FF" w:rsidRPr="00D45260" w:rsidRDefault="001D03A6" w:rsidP="00A4345C">
            <w:pPr>
              <w:pStyle w:val="aa"/>
              <w:jc w:val="left"/>
            </w:pPr>
            <w:r>
              <w:t>17</w:t>
            </w:r>
            <w:r w:rsidR="00E238FF">
              <w:t>. Машинист бульдозера</w:t>
            </w:r>
          </w:p>
        </w:tc>
        <w:tc>
          <w:tcPr>
            <w:tcW w:w="0" w:type="auto"/>
            <w:vAlign w:val="center"/>
          </w:tcPr>
          <w:p w:rsidR="00E238FF" w:rsidRPr="00063DF1" w:rsidRDefault="00E238FF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E238FF" w:rsidRDefault="00E238FF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E238FF" w:rsidRPr="00063DF1" w:rsidRDefault="00E238FF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Pr="00063DF1" w:rsidRDefault="00E238FF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Pr="00063DF1" w:rsidRDefault="00E238FF" w:rsidP="00A4345C">
            <w:pPr>
              <w:pStyle w:val="aa"/>
              <w:jc w:val="left"/>
            </w:pPr>
          </w:p>
        </w:tc>
      </w:tr>
      <w:tr w:rsidR="00E238FF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E238FF" w:rsidRDefault="00E238FF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Default="00E238FF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E238FF" w:rsidRDefault="00E238FF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E238FF" w:rsidRPr="00063DF1" w:rsidRDefault="00E238FF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Pr="00063DF1" w:rsidRDefault="00E238FF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Pr="00063DF1" w:rsidRDefault="00E238FF" w:rsidP="00A4345C">
            <w:pPr>
              <w:pStyle w:val="aa"/>
              <w:jc w:val="left"/>
            </w:pPr>
          </w:p>
        </w:tc>
      </w:tr>
      <w:tr w:rsidR="00E238FF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E238FF" w:rsidRDefault="00E238FF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Default="00E238FF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lastRenderedPageBreak/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E238FF" w:rsidRDefault="00E238FF" w:rsidP="00935F10">
            <w:pPr>
              <w:pStyle w:val="aa"/>
              <w:jc w:val="left"/>
            </w:pPr>
            <w:r>
              <w:lastRenderedPageBreak/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E238FF" w:rsidRPr="00063DF1" w:rsidRDefault="00E238FF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Pr="00063DF1" w:rsidRDefault="00E238FF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Pr="00063DF1" w:rsidRDefault="00E238FF" w:rsidP="00A4345C">
            <w:pPr>
              <w:pStyle w:val="aa"/>
              <w:jc w:val="left"/>
            </w:pPr>
          </w:p>
        </w:tc>
      </w:tr>
      <w:tr w:rsidR="00E238FF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E238FF" w:rsidRDefault="00E238FF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Default="00E238FF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E238FF" w:rsidRDefault="00E238FF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E238FF" w:rsidRPr="00A4345C" w:rsidRDefault="00E238FF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238FF" w:rsidRPr="00063DF1" w:rsidRDefault="00E238FF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E238FF" w:rsidRPr="00063DF1" w:rsidRDefault="00E238FF" w:rsidP="00A4345C">
            <w:pPr>
              <w:pStyle w:val="aa"/>
              <w:jc w:val="left"/>
            </w:pPr>
          </w:p>
        </w:tc>
      </w:tr>
      <w:tr w:rsidR="005B3392" w:rsidRPr="00AF49A3" w:rsidTr="005071D0">
        <w:trPr>
          <w:jc w:val="center"/>
        </w:trPr>
        <w:tc>
          <w:tcPr>
            <w:tcW w:w="0" w:type="auto"/>
            <w:vAlign w:val="center"/>
          </w:tcPr>
          <w:p w:rsidR="00D45260" w:rsidRPr="00D45260" w:rsidRDefault="00D45260" w:rsidP="00A4345C">
            <w:pPr>
              <w:pStyle w:val="aa"/>
              <w:jc w:val="left"/>
              <w:rPr>
                <w:b/>
                <w:i/>
              </w:rPr>
            </w:pPr>
            <w:r>
              <w:rPr>
                <w:b/>
                <w:i/>
              </w:rPr>
              <w:t>Дробильно-сортировочный цех</w:t>
            </w:r>
          </w:p>
        </w:tc>
        <w:tc>
          <w:tcPr>
            <w:tcW w:w="0" w:type="auto"/>
            <w:vAlign w:val="center"/>
          </w:tcPr>
          <w:p w:rsidR="00D45260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D45260" w:rsidRPr="00063DF1" w:rsidRDefault="00D45260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C73986" w:rsidRPr="00D45260" w:rsidRDefault="00C73986" w:rsidP="00A4345C">
            <w:pPr>
              <w:pStyle w:val="aa"/>
              <w:jc w:val="left"/>
            </w:pPr>
            <w:r>
              <w:t>18. Дробильщик (3 разряд)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C73986" w:rsidRPr="00A4345C" w:rsidRDefault="00C73986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9B0E89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9B0E89" w:rsidRPr="00D45260" w:rsidRDefault="009B0E89" w:rsidP="00A4345C">
            <w:pPr>
              <w:pStyle w:val="aa"/>
              <w:jc w:val="left"/>
            </w:pPr>
            <w:bookmarkStart w:id="1" w:name="_GoBack" w:colFirst="0" w:colLast="0"/>
            <w:r>
              <w:t xml:space="preserve">19. </w:t>
            </w:r>
            <w:proofErr w:type="spellStart"/>
            <w:r>
              <w:t>Грохотовщик</w:t>
            </w:r>
            <w:proofErr w:type="spellEnd"/>
            <w:r>
              <w:t xml:space="preserve"> (3 разряд)</w:t>
            </w:r>
          </w:p>
        </w:tc>
        <w:tc>
          <w:tcPr>
            <w:tcW w:w="0" w:type="auto"/>
            <w:vAlign w:val="center"/>
          </w:tcPr>
          <w:p w:rsidR="009B0E89" w:rsidRPr="00063DF1" w:rsidRDefault="009B0E89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9B0E89" w:rsidRDefault="009B0E89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9B0E89" w:rsidRPr="00063DF1" w:rsidRDefault="009B0E8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Pr="00063DF1" w:rsidRDefault="009B0E8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Pr="00063DF1" w:rsidRDefault="009B0E89" w:rsidP="00A4345C">
            <w:pPr>
              <w:pStyle w:val="aa"/>
              <w:jc w:val="left"/>
            </w:pPr>
          </w:p>
        </w:tc>
      </w:tr>
      <w:bookmarkEnd w:id="1"/>
      <w:tr w:rsidR="009B0E89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B0E89" w:rsidRDefault="009B0E89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Default="009B0E89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9B0E89" w:rsidRDefault="009B0E89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9B0E89" w:rsidRPr="00063DF1" w:rsidRDefault="009B0E8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Pr="00063DF1" w:rsidRDefault="009B0E8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Pr="00063DF1" w:rsidRDefault="009B0E89" w:rsidP="00A4345C">
            <w:pPr>
              <w:pStyle w:val="aa"/>
              <w:jc w:val="left"/>
            </w:pPr>
          </w:p>
        </w:tc>
      </w:tr>
      <w:tr w:rsidR="009B0E89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9B0E89" w:rsidRDefault="009B0E89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Default="009B0E89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9B0E89" w:rsidRDefault="009B0E89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9B0E89" w:rsidRPr="00063DF1" w:rsidRDefault="009B0E8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Pr="00063DF1" w:rsidRDefault="009B0E8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Pr="00063DF1" w:rsidRDefault="009B0E89" w:rsidP="00A4345C">
            <w:pPr>
              <w:pStyle w:val="aa"/>
              <w:jc w:val="left"/>
            </w:pPr>
          </w:p>
        </w:tc>
      </w:tr>
      <w:tr w:rsidR="009B0E89" w:rsidRPr="00AF49A3" w:rsidTr="005B22D2">
        <w:trPr>
          <w:jc w:val="center"/>
        </w:trPr>
        <w:tc>
          <w:tcPr>
            <w:tcW w:w="0" w:type="auto"/>
            <w:vMerge/>
            <w:vAlign w:val="center"/>
          </w:tcPr>
          <w:p w:rsidR="009B0E89" w:rsidRDefault="009B0E89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Default="009B0E89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9B0E89" w:rsidRDefault="009B0E89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9B0E89" w:rsidRPr="00A4345C" w:rsidRDefault="009B0E89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B0E89" w:rsidRPr="00063DF1" w:rsidRDefault="009B0E89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9B0E89" w:rsidRPr="00063DF1" w:rsidRDefault="009B0E89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C73986" w:rsidRPr="00D45260" w:rsidRDefault="00C73986" w:rsidP="00A4345C">
            <w:pPr>
              <w:pStyle w:val="aa"/>
              <w:jc w:val="left"/>
            </w:pPr>
            <w:r>
              <w:t>20. Машинист  конвейера (2 разряд)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 xml:space="preserve">ния </w:t>
            </w:r>
            <w:r>
              <w:lastRenderedPageBreak/>
              <w:t>здоровья</w:t>
            </w:r>
          </w:p>
        </w:tc>
        <w:tc>
          <w:tcPr>
            <w:tcW w:w="0" w:type="auto"/>
            <w:vAlign w:val="center"/>
          </w:tcPr>
          <w:p w:rsidR="00C73986" w:rsidRPr="00A4345C" w:rsidRDefault="00C73986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C73986" w:rsidRPr="00D45260" w:rsidRDefault="00C73986" w:rsidP="00A4345C">
            <w:pPr>
              <w:pStyle w:val="aa"/>
              <w:jc w:val="left"/>
            </w:pPr>
            <w:r>
              <w:lastRenderedPageBreak/>
              <w:t xml:space="preserve">21. </w:t>
            </w:r>
            <w:proofErr w:type="spellStart"/>
            <w:r>
              <w:t>Электрогазосварщик</w:t>
            </w:r>
            <w:proofErr w:type="spellEnd"/>
            <w:r>
              <w:t xml:space="preserve"> (4 разряд)</w:t>
            </w:r>
          </w:p>
        </w:tc>
        <w:tc>
          <w:tcPr>
            <w:tcW w:w="0" w:type="auto"/>
            <w:vAlign w:val="center"/>
          </w:tcPr>
          <w:p w:rsidR="00C73986" w:rsidRDefault="00C73986" w:rsidP="00A4345C">
            <w:pPr>
              <w:pStyle w:val="aa"/>
              <w:jc w:val="left"/>
            </w:pPr>
            <w:r>
              <w:t>Химический: Применение средств индивидуальной защиты</w:t>
            </w:r>
          </w:p>
        </w:tc>
        <w:tc>
          <w:tcPr>
            <w:tcW w:w="0" w:type="auto"/>
            <w:vAlign w:val="center"/>
          </w:tcPr>
          <w:p w:rsidR="00C73986" w:rsidRDefault="00C73986" w:rsidP="00A4345C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proofErr w:type="gramStart"/>
            <w:r>
              <w:t>УФ-излучение</w:t>
            </w:r>
            <w:proofErr w:type="gramEnd"/>
            <w:r>
              <w:t>: Для снижения  воздействия вредного фактора, прим</w:t>
            </w:r>
            <w:r>
              <w:t>е</w:t>
            </w:r>
            <w:r>
              <w:t>нять средства индивидуальной защиты.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Снижение уровня воздействия вре</w:t>
            </w:r>
            <w:r>
              <w:t>д</w:t>
            </w:r>
            <w:r>
              <w:t xml:space="preserve">ного фактора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  <w:r>
              <w:t>Аэрозоли ПФД: Для снижения вредного воздействия, применять сре</w:t>
            </w:r>
            <w:r>
              <w:t>д</w:t>
            </w:r>
            <w:r>
              <w:t>ства индивидуальной защиты органов дыхания. Соблюдение режима труда и отдыха в соответствии с графиком работы предпри</w:t>
            </w:r>
            <w:r>
              <w:t>я</w:t>
            </w:r>
            <w:r>
              <w:t>тия.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Уменьшение вр</w:t>
            </w:r>
            <w:r>
              <w:t>е</w:t>
            </w:r>
            <w:r>
              <w:t>мени контакта с вредными вещ</w:t>
            </w:r>
            <w:r>
              <w:t>е</w:t>
            </w:r>
            <w:r>
              <w:t xml:space="preserve">ствами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C73986" w:rsidRPr="00A4345C" w:rsidRDefault="00C73986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 w:val="restart"/>
            <w:vAlign w:val="center"/>
          </w:tcPr>
          <w:p w:rsidR="00C73986" w:rsidRPr="00D45260" w:rsidRDefault="00C73986" w:rsidP="00A4345C">
            <w:pPr>
              <w:pStyle w:val="aa"/>
              <w:jc w:val="left"/>
            </w:pPr>
            <w:r>
              <w:t>22. Слесарь-ремонтник (4 разряд)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Тяжесть: С целью восстановления нормального физиологического с</w:t>
            </w:r>
            <w:r>
              <w:t>о</w:t>
            </w:r>
            <w:r>
              <w:t>стояния работника, а также для поддержания высокого уровня работ</w:t>
            </w:r>
            <w:r>
              <w:t>о</w:t>
            </w:r>
            <w:r>
              <w:t>способности, рекомендуется соблюдение регламентированных перер</w:t>
            </w:r>
            <w:r>
              <w:t>ы</w:t>
            </w:r>
            <w:r>
              <w:t>вов в течение рабочего дня, соблюдение режима труда и отдыха в с</w:t>
            </w:r>
            <w:r>
              <w:t>о</w:t>
            </w:r>
            <w:r>
              <w:t>ответствии с графиком работы предприятия.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 xml:space="preserve">Снижение тяжести трудового процесса 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Шум: Для снижения вредного воздействия, применять средства инд</w:t>
            </w:r>
            <w:r>
              <w:t>и</w:t>
            </w:r>
            <w:r>
              <w:t>видуальной защиты органов слуха.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Снижение уровня  шума</w:t>
            </w: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  <w:tr w:rsidR="00C73986" w:rsidRPr="00AF49A3" w:rsidTr="005071D0">
        <w:trPr>
          <w:jc w:val="center"/>
        </w:trPr>
        <w:tc>
          <w:tcPr>
            <w:tcW w:w="0" w:type="auto"/>
            <w:vMerge/>
            <w:vAlign w:val="center"/>
          </w:tcPr>
          <w:p w:rsidR="00C73986" w:rsidRDefault="00C73986" w:rsidP="00A4345C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Прохождение периодических медицинских осмотров</w:t>
            </w:r>
          </w:p>
        </w:tc>
        <w:tc>
          <w:tcPr>
            <w:tcW w:w="0" w:type="auto"/>
            <w:vAlign w:val="center"/>
          </w:tcPr>
          <w:p w:rsidR="00C73986" w:rsidRDefault="00C73986" w:rsidP="00935F10">
            <w:pPr>
              <w:pStyle w:val="aa"/>
              <w:jc w:val="left"/>
            </w:pPr>
            <w:r>
              <w:t>Контроль состо</w:t>
            </w:r>
            <w:r>
              <w:t>я</w:t>
            </w:r>
            <w:r>
              <w:t>ния здоровья</w:t>
            </w:r>
          </w:p>
        </w:tc>
        <w:tc>
          <w:tcPr>
            <w:tcW w:w="0" w:type="auto"/>
            <w:vAlign w:val="center"/>
          </w:tcPr>
          <w:p w:rsidR="00C73986" w:rsidRPr="00A4345C" w:rsidRDefault="00C73986" w:rsidP="00935F10">
            <w:pPr>
              <w:pStyle w:val="aa"/>
              <w:jc w:val="lef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935F10">
            <w:pPr>
              <w:pStyle w:val="aa"/>
              <w:jc w:val="left"/>
            </w:pPr>
          </w:p>
        </w:tc>
        <w:tc>
          <w:tcPr>
            <w:tcW w:w="0" w:type="auto"/>
            <w:vAlign w:val="center"/>
          </w:tcPr>
          <w:p w:rsidR="00C73986" w:rsidRPr="00063DF1" w:rsidRDefault="00C73986" w:rsidP="00A4345C">
            <w:pPr>
              <w:pStyle w:val="aa"/>
              <w:jc w:val="left"/>
            </w:pPr>
          </w:p>
        </w:tc>
      </w:tr>
    </w:tbl>
    <w:p w:rsidR="00DB70BA" w:rsidRDefault="00DB70BA" w:rsidP="00DB70BA"/>
    <w:p w:rsidR="009D6532" w:rsidRPr="001D03A6" w:rsidRDefault="009D6532" w:rsidP="009D6532"/>
    <w:sectPr w:rsidR="009D6532" w:rsidRPr="001D03A6" w:rsidSect="009E557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F1E" w:rsidRDefault="008D1F1E" w:rsidP="00D45260">
      <w:r>
        <w:separator/>
      </w:r>
    </w:p>
  </w:endnote>
  <w:endnote w:type="continuationSeparator" w:id="0">
    <w:p w:rsidR="008D1F1E" w:rsidRDefault="008D1F1E" w:rsidP="00D4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F1E" w:rsidRDefault="008D1F1E" w:rsidP="00D45260">
      <w:r>
        <w:separator/>
      </w:r>
    </w:p>
  </w:footnote>
  <w:footnote w:type="continuationSeparator" w:id="0">
    <w:p w:rsidR="008D1F1E" w:rsidRDefault="008D1F1E" w:rsidP="00D45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Акционерное общество &quot;Новосибирское карьероуправление&quot;. Шайдуровский карьер "/>
    <w:docVar w:name="fill_date" w:val="       "/>
    <w:docVar w:name="org_name" w:val="     "/>
    <w:docVar w:name="pers_guids" w:val="5DF339DBB9D8455A9C7752E2A57D6B5C@154-357-789 93"/>
    <w:docVar w:name="pers_snils" w:val="5DF339DBB9D8455A9C7752E2A57D6B5C@154-357-789 93"/>
    <w:docVar w:name="rbtd_name" w:val="Акционерное общество &quot;Новосибирское карьероуправление&quot;. Шайдуровский карьер"/>
    <w:docVar w:name="sv_docs" w:val="1"/>
  </w:docVars>
  <w:rsids>
    <w:rsidRoot w:val="00D45260"/>
    <w:rsid w:val="0002033E"/>
    <w:rsid w:val="00027C23"/>
    <w:rsid w:val="00040302"/>
    <w:rsid w:val="00056BFC"/>
    <w:rsid w:val="0007776A"/>
    <w:rsid w:val="00093D2E"/>
    <w:rsid w:val="000C5130"/>
    <w:rsid w:val="00196135"/>
    <w:rsid w:val="001A7AC3"/>
    <w:rsid w:val="001B06AD"/>
    <w:rsid w:val="001D03A6"/>
    <w:rsid w:val="001F5BC8"/>
    <w:rsid w:val="00237B32"/>
    <w:rsid w:val="003616A9"/>
    <w:rsid w:val="003A1C01"/>
    <w:rsid w:val="003A2259"/>
    <w:rsid w:val="003C79E5"/>
    <w:rsid w:val="00413195"/>
    <w:rsid w:val="00446699"/>
    <w:rsid w:val="00483A6A"/>
    <w:rsid w:val="00495D50"/>
    <w:rsid w:val="004B7161"/>
    <w:rsid w:val="004C6BD0"/>
    <w:rsid w:val="004D3FF5"/>
    <w:rsid w:val="004E5CB1"/>
    <w:rsid w:val="005071D0"/>
    <w:rsid w:val="00547088"/>
    <w:rsid w:val="005567D6"/>
    <w:rsid w:val="005645F0"/>
    <w:rsid w:val="00572AE0"/>
    <w:rsid w:val="00584289"/>
    <w:rsid w:val="005B3392"/>
    <w:rsid w:val="005F64E6"/>
    <w:rsid w:val="0065289A"/>
    <w:rsid w:val="0066364F"/>
    <w:rsid w:val="0067226F"/>
    <w:rsid w:val="006A2041"/>
    <w:rsid w:val="006E662C"/>
    <w:rsid w:val="00725C51"/>
    <w:rsid w:val="007C40D7"/>
    <w:rsid w:val="007D5914"/>
    <w:rsid w:val="00820552"/>
    <w:rsid w:val="00893B50"/>
    <w:rsid w:val="008B4051"/>
    <w:rsid w:val="008C0968"/>
    <w:rsid w:val="008D1F1E"/>
    <w:rsid w:val="00925F29"/>
    <w:rsid w:val="00935F10"/>
    <w:rsid w:val="009647F7"/>
    <w:rsid w:val="00972EE3"/>
    <w:rsid w:val="009A1326"/>
    <w:rsid w:val="009A6B3E"/>
    <w:rsid w:val="009B0E89"/>
    <w:rsid w:val="009D6532"/>
    <w:rsid w:val="009E557F"/>
    <w:rsid w:val="00A026A4"/>
    <w:rsid w:val="00A32E73"/>
    <w:rsid w:val="00A4345C"/>
    <w:rsid w:val="00A567D1"/>
    <w:rsid w:val="00A6431B"/>
    <w:rsid w:val="00A9269F"/>
    <w:rsid w:val="00B0592B"/>
    <w:rsid w:val="00B12F45"/>
    <w:rsid w:val="00B1405F"/>
    <w:rsid w:val="00B3448B"/>
    <w:rsid w:val="00B5534B"/>
    <w:rsid w:val="00B56273"/>
    <w:rsid w:val="00BA560A"/>
    <w:rsid w:val="00BD0A92"/>
    <w:rsid w:val="00BF3A01"/>
    <w:rsid w:val="00C0355B"/>
    <w:rsid w:val="00C45714"/>
    <w:rsid w:val="00C73986"/>
    <w:rsid w:val="00C93056"/>
    <w:rsid w:val="00CA2E96"/>
    <w:rsid w:val="00CD2568"/>
    <w:rsid w:val="00D01168"/>
    <w:rsid w:val="00D11966"/>
    <w:rsid w:val="00D45260"/>
    <w:rsid w:val="00DB70BA"/>
    <w:rsid w:val="00DC0F74"/>
    <w:rsid w:val="00DD6622"/>
    <w:rsid w:val="00E238FF"/>
    <w:rsid w:val="00E25119"/>
    <w:rsid w:val="00E372FC"/>
    <w:rsid w:val="00E458F1"/>
    <w:rsid w:val="00E657CD"/>
    <w:rsid w:val="00EA31C4"/>
    <w:rsid w:val="00EB7BDE"/>
    <w:rsid w:val="00EC5373"/>
    <w:rsid w:val="00F14316"/>
    <w:rsid w:val="00F262EE"/>
    <w:rsid w:val="00F47807"/>
    <w:rsid w:val="00F835B0"/>
    <w:rsid w:val="00FC0185"/>
    <w:rsid w:val="00FD4EE4"/>
    <w:rsid w:val="00FD5E7D"/>
    <w:rsid w:val="00FE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4526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45260"/>
    <w:rPr>
      <w:sz w:val="24"/>
    </w:rPr>
  </w:style>
  <w:style w:type="paragraph" w:styleId="ad">
    <w:name w:val="footer"/>
    <w:basedOn w:val="a"/>
    <w:link w:val="ae"/>
    <w:rsid w:val="00D4526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4526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4526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45260"/>
    <w:rPr>
      <w:sz w:val="24"/>
    </w:rPr>
  </w:style>
  <w:style w:type="paragraph" w:styleId="ad">
    <w:name w:val="footer"/>
    <w:basedOn w:val="a"/>
    <w:link w:val="ae"/>
    <w:rsid w:val="00D4526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452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4AA77-122E-44A2-9DCB-41196178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63</TotalTime>
  <Pages>71</Pages>
  <Words>23216</Words>
  <Characters>132335</Characters>
  <Application>Microsoft Office Word</Application>
  <DocSecurity>0</DocSecurity>
  <Lines>1102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NKU</Company>
  <LinksUpToDate>false</LinksUpToDate>
  <CharactersWithSpaces>155241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Шкурина Маргарита Александровна</dc:creator>
  <cp:lastModifiedBy>Татьяна Ю. Белова</cp:lastModifiedBy>
  <cp:revision>7</cp:revision>
  <dcterms:created xsi:type="dcterms:W3CDTF">2020-09-28T08:34:00Z</dcterms:created>
  <dcterms:modified xsi:type="dcterms:W3CDTF">2020-09-28T10:36:00Z</dcterms:modified>
</cp:coreProperties>
</file>